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64B05" w14:textId="77777777" w:rsidR="00852929" w:rsidRPr="00C92E79"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C92E79">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2378A927" w14:textId="77777777" w:rsidR="00852929" w:rsidRDefault="00852929">
      <w:pPr>
        <w:ind w:left="720" w:right="720"/>
      </w:pPr>
    </w:p>
    <w:p w14:paraId="66FE08B2" w14:textId="77777777" w:rsidR="00852929" w:rsidRDefault="00471DEF">
      <w:pPr>
        <w:spacing w:line="360" w:lineRule="auto"/>
        <w:ind w:left="720" w:right="720"/>
      </w:pPr>
      <w:r w:rsidRPr="00471DEF">
        <w:t xml:space="preserve">We’re </w:t>
      </w:r>
      <w:r w:rsidR="00D83FD9">
        <w:t>delighted</w:t>
      </w:r>
      <w:r w:rsidRPr="00471DEF">
        <w:t xml:space="preserve"> to present this edition of </w:t>
      </w:r>
      <w:r w:rsidRPr="00BC4C81">
        <w:rPr>
          <w:i/>
        </w:rPr>
        <w:t>Outlander Cooking</w:t>
      </w:r>
      <w:proofErr w:type="gramStart"/>
      <w:r w:rsidRPr="00BC4C81">
        <w:rPr>
          <w:i/>
        </w:rPr>
        <w:t>!</w:t>
      </w:r>
      <w:proofErr w:type="gramEnd"/>
      <w:r w:rsidRPr="00471DEF">
        <w:t xml:space="preserve">, </w:t>
      </w:r>
      <w:r w:rsidR="00901A56">
        <w:t xml:space="preserve">revised and </w:t>
      </w:r>
      <w:r w:rsidR="00901A56" w:rsidRPr="006A1ED4">
        <w:t xml:space="preserve">expanded for </w:t>
      </w:r>
      <w:r w:rsidR="00C92E79">
        <w:t>2010</w:t>
      </w:r>
      <w:bookmarkStart w:id="0" w:name="_GoBack"/>
      <w:bookmarkEnd w:id="0"/>
      <w:r w:rsidR="00901A56" w:rsidRPr="006A1ED4">
        <w:t>.</w:t>
      </w:r>
    </w:p>
    <w:p w14:paraId="3AA0891A" w14:textId="77777777" w:rsidR="00852929" w:rsidRDefault="00852929">
      <w:pPr>
        <w:spacing w:line="360" w:lineRule="auto"/>
        <w:ind w:left="720" w:right="720"/>
      </w:pPr>
    </w:p>
    <w:p w14:paraId="3BB88EA0" w14:textId="77777777" w:rsidR="00852929"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32446458" w14:textId="77777777" w:rsidR="00852929" w:rsidRDefault="00852929">
      <w:pPr>
        <w:spacing w:line="360" w:lineRule="auto"/>
        <w:ind w:left="720" w:right="720"/>
      </w:pPr>
    </w:p>
    <w:p w14:paraId="04CA641B" w14:textId="77777777" w:rsidR="00852929"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636F1501" w14:textId="77777777" w:rsidR="00852929" w:rsidRDefault="00852929">
      <w:pPr>
        <w:spacing w:line="360" w:lineRule="auto"/>
        <w:ind w:left="720" w:right="720"/>
      </w:pPr>
    </w:p>
    <w:p w14:paraId="3785C638" w14:textId="77777777" w:rsidR="00852929" w:rsidRDefault="00471DEF">
      <w:pPr>
        <w:spacing w:line="360" w:lineRule="auto"/>
        <w:ind w:left="720" w:right="720"/>
      </w:pPr>
      <w:r w:rsidRPr="00471DEF">
        <w:t>We’re sure you’ll find enough here to k</w:t>
      </w:r>
      <w:r w:rsidR="00901A56">
        <w:t>eep you cooking for some time!</w:t>
      </w:r>
    </w:p>
    <w:p w14:paraId="221219AD" w14:textId="77777777" w:rsidR="00852929" w:rsidRDefault="00852929">
      <w:pPr>
        <w:spacing w:line="360" w:lineRule="auto"/>
        <w:ind w:left="720" w:right="720"/>
      </w:pPr>
    </w:p>
    <w:p w14:paraId="2B6FD8B1" w14:textId="77777777" w:rsidR="00852929" w:rsidRDefault="00901A56">
      <w:pPr>
        <w:spacing w:line="360" w:lineRule="auto"/>
        <w:ind w:left="720" w:right="720"/>
      </w:pPr>
      <w:r>
        <w:t>Enjoy!</w:t>
      </w:r>
    </w:p>
    <w:p w14:paraId="7CD8C5C7" w14:textId="77777777" w:rsidR="00852929" w:rsidRDefault="00852929">
      <w:pPr>
        <w:spacing w:line="360" w:lineRule="auto"/>
        <w:ind w:left="720" w:right="720"/>
      </w:pPr>
    </w:p>
    <w:p w14:paraId="23286E70" w14:textId="77777777" w:rsidR="00852929" w:rsidRDefault="00901A56">
      <w:pPr>
        <w:spacing w:line="360" w:lineRule="auto"/>
        <w:ind w:left="720" w:right="720"/>
      </w:pPr>
      <w:r>
        <w:t>Sincerely,</w:t>
      </w:r>
    </w:p>
    <w:p w14:paraId="61217E00" w14:textId="77777777" w:rsidR="00852929" w:rsidRDefault="00901A56">
      <w:pPr>
        <w:spacing w:line="360" w:lineRule="auto"/>
        <w:ind w:left="720" w:right="720"/>
      </w:pPr>
      <w:r>
        <w:t>Jake Andrews</w:t>
      </w:r>
    </w:p>
    <w:p w14:paraId="5CEBB27F" w14:textId="77777777" w:rsidR="00852929" w:rsidRDefault="00901A56">
      <w:pPr>
        <w:spacing w:line="360" w:lineRule="auto"/>
        <w:ind w:left="720" w:right="720"/>
      </w:pPr>
      <w:r>
        <w:t>Chairman</w:t>
      </w:r>
    </w:p>
    <w:p w14:paraId="592B8C93" w14:textId="77777777" w:rsidR="00852929" w:rsidRDefault="00471DEF">
      <w:pPr>
        <w:spacing w:line="360" w:lineRule="auto"/>
        <w:ind w:left="720" w:right="720"/>
      </w:pPr>
      <w:r w:rsidRPr="00471DEF">
        <w:t>Outlander</w:t>
      </w:r>
      <w:r w:rsidR="00901A56">
        <w:t xml:space="preserve"> Spices</w:t>
      </w:r>
    </w:p>
    <w:p w14:paraId="76BCC674" w14:textId="77777777" w:rsidR="00852929" w:rsidRDefault="00852929">
      <w:pPr>
        <w:spacing w:line="360" w:lineRule="auto"/>
        <w:ind w:left="720" w:right="720"/>
      </w:pPr>
    </w:p>
    <w:p w14:paraId="4316554A" w14:textId="77777777" w:rsidR="00852929" w:rsidRPr="00C92E79" w:rsidRDefault="00471DEF">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br w:type="page"/>
      </w:r>
      <w:r w:rsidR="00E82979" w:rsidRPr="00C92E79">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Contents</w:t>
      </w:r>
    </w:p>
    <w:p w14:paraId="4AD2C92E" w14:textId="77777777" w:rsidR="00852929" w:rsidRDefault="00852929"/>
    <w:p w14:paraId="137CC6A0" w14:textId="77777777" w:rsidR="00852929" w:rsidRDefault="00E82979">
      <w:pPr>
        <w:tabs>
          <w:tab w:val="right" w:leader="dot" w:pos="7200"/>
        </w:tabs>
      </w:pPr>
      <w:r w:rsidRPr="0076095E">
        <w:rPr>
          <w:highlight w:val="lightGray"/>
        </w:rPr>
        <w:t>The long history of spices</w:t>
      </w:r>
      <w:r w:rsidR="00E17BE2" w:rsidRPr="0076095E">
        <w:rPr>
          <w:highlight w:val="lightGray"/>
        </w:rPr>
        <w:tab/>
        <w:t>3</w:t>
      </w:r>
    </w:p>
    <w:p w14:paraId="34DCA498" w14:textId="77777777" w:rsidR="00852929"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0FA3251A" w14:textId="77777777" w:rsidR="00852929" w:rsidRDefault="00E82979">
      <w:pPr>
        <w:tabs>
          <w:tab w:val="left" w:pos="1440"/>
          <w:tab w:val="right" w:leader="dot" w:pos="7200"/>
        </w:tabs>
      </w:pPr>
      <w:r>
        <w:tab/>
      </w:r>
      <w:r w:rsidR="00E17BE2">
        <w:t>Bay leaf</w:t>
      </w:r>
      <w:r w:rsidR="00E17BE2">
        <w:tab/>
      </w:r>
      <w:r w:rsidR="00D612B5">
        <w:t>6</w:t>
      </w:r>
    </w:p>
    <w:p w14:paraId="00D30DAC" w14:textId="77777777" w:rsidR="00852929" w:rsidRDefault="00E82979">
      <w:pPr>
        <w:tabs>
          <w:tab w:val="left" w:pos="1440"/>
          <w:tab w:val="right" w:leader="dot" w:pos="7200"/>
        </w:tabs>
      </w:pPr>
      <w:r>
        <w:tab/>
      </w:r>
      <w:r w:rsidR="00E17BE2">
        <w:t>Cinnamon</w:t>
      </w:r>
      <w:r w:rsidR="00E17BE2">
        <w:tab/>
      </w:r>
      <w:r w:rsidR="00D612B5">
        <w:t>7</w:t>
      </w:r>
    </w:p>
    <w:p w14:paraId="3BC02DF1" w14:textId="77777777" w:rsidR="00852929" w:rsidRDefault="00E82979">
      <w:pPr>
        <w:tabs>
          <w:tab w:val="left" w:pos="1440"/>
          <w:tab w:val="right" w:leader="dot" w:pos="7200"/>
        </w:tabs>
      </w:pPr>
      <w:r>
        <w:tab/>
      </w:r>
      <w:r w:rsidR="00E17BE2">
        <w:t>Cloves</w:t>
      </w:r>
      <w:r w:rsidR="00E17BE2">
        <w:tab/>
      </w:r>
      <w:r w:rsidR="00D612B5">
        <w:t>8</w:t>
      </w:r>
    </w:p>
    <w:p w14:paraId="56AF41B4" w14:textId="77777777" w:rsidR="00852929" w:rsidRDefault="00E82979">
      <w:pPr>
        <w:tabs>
          <w:tab w:val="left" w:pos="1440"/>
          <w:tab w:val="right" w:leader="dot" w:pos="7200"/>
        </w:tabs>
      </w:pPr>
      <w:r>
        <w:tab/>
      </w:r>
      <w:r w:rsidR="00E17BE2">
        <w:t>Coriander</w:t>
      </w:r>
      <w:r w:rsidR="00E17BE2">
        <w:tab/>
      </w:r>
      <w:r w:rsidR="00D612B5">
        <w:t>9</w:t>
      </w:r>
    </w:p>
    <w:p w14:paraId="1C7882D0" w14:textId="77777777" w:rsidR="00852929" w:rsidRDefault="00E82979">
      <w:pPr>
        <w:tabs>
          <w:tab w:val="left" w:pos="1440"/>
          <w:tab w:val="right" w:leader="dot" w:pos="7200"/>
        </w:tabs>
      </w:pPr>
      <w:r>
        <w:tab/>
      </w:r>
      <w:r w:rsidR="00E17BE2">
        <w:t>Cumin</w:t>
      </w:r>
      <w:r w:rsidR="00E17BE2">
        <w:tab/>
      </w:r>
      <w:r w:rsidR="00D612B5">
        <w:t>10</w:t>
      </w:r>
    </w:p>
    <w:p w14:paraId="563F3908" w14:textId="77777777" w:rsidR="00852929" w:rsidRDefault="00E82979">
      <w:pPr>
        <w:tabs>
          <w:tab w:val="left" w:pos="1440"/>
          <w:tab w:val="right" w:leader="dot" w:pos="7200"/>
        </w:tabs>
      </w:pPr>
      <w:r>
        <w:tab/>
      </w:r>
      <w:r w:rsidR="00E17BE2">
        <w:t>Nutmeg</w:t>
      </w:r>
      <w:r w:rsidR="00E17BE2">
        <w:tab/>
      </w:r>
      <w:r w:rsidR="00D612B5">
        <w:t>11</w:t>
      </w:r>
    </w:p>
    <w:p w14:paraId="527BCF15" w14:textId="77777777" w:rsidR="00852929" w:rsidRDefault="00E82979">
      <w:pPr>
        <w:tabs>
          <w:tab w:val="left" w:pos="1440"/>
          <w:tab w:val="right" w:leader="dot" w:pos="7200"/>
        </w:tabs>
      </w:pPr>
      <w:r>
        <w:tab/>
      </w:r>
      <w:r w:rsidR="00E17BE2">
        <w:t>Pepper</w:t>
      </w:r>
      <w:r w:rsidR="00E17BE2">
        <w:tab/>
      </w:r>
      <w:r w:rsidR="00D612B5">
        <w:t>12</w:t>
      </w:r>
    </w:p>
    <w:p w14:paraId="72C43709" w14:textId="77777777" w:rsidR="00852929" w:rsidRDefault="00E82979">
      <w:pPr>
        <w:tabs>
          <w:tab w:val="left" w:pos="1440"/>
          <w:tab w:val="right" w:leader="dot" w:pos="7200"/>
        </w:tabs>
      </w:pPr>
      <w:r>
        <w:tab/>
      </w:r>
      <w:r w:rsidR="00E17BE2">
        <w:t>Star anise</w:t>
      </w:r>
      <w:r w:rsidR="00E17BE2">
        <w:tab/>
      </w:r>
      <w:r w:rsidR="00D612B5">
        <w:t>13</w:t>
      </w:r>
    </w:p>
    <w:p w14:paraId="6C804F60" w14:textId="77777777" w:rsidR="00852929" w:rsidRDefault="00E82979">
      <w:pPr>
        <w:tabs>
          <w:tab w:val="left" w:pos="1440"/>
          <w:tab w:val="right" w:leader="dot" w:pos="7200"/>
        </w:tabs>
      </w:pPr>
      <w:r>
        <w:tab/>
      </w:r>
      <w:r w:rsidR="00E17BE2">
        <w:t>Turmeric</w:t>
      </w:r>
      <w:r w:rsidR="00E17BE2">
        <w:tab/>
      </w:r>
      <w:r w:rsidR="00D612B5">
        <w:t>14</w:t>
      </w:r>
    </w:p>
    <w:p w14:paraId="11720080" w14:textId="77777777" w:rsidR="00852929"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5D89F442" w14:textId="77777777" w:rsidR="00852929" w:rsidRDefault="00E82979">
      <w:pPr>
        <w:tabs>
          <w:tab w:val="left" w:pos="1440"/>
          <w:tab w:val="right" w:leader="dot" w:pos="7200"/>
        </w:tabs>
      </w:pPr>
      <w:r>
        <w:tab/>
        <w:t>Spicy Buzzard Wings</w:t>
      </w:r>
      <w:r>
        <w:tab/>
      </w:r>
      <w:r w:rsidR="00D612B5">
        <w:t>15</w:t>
      </w:r>
    </w:p>
    <w:p w14:paraId="106C65F1" w14:textId="77777777" w:rsidR="00852929"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298F797D" w14:textId="77777777" w:rsidR="00852929" w:rsidRDefault="00E82979">
      <w:pPr>
        <w:tabs>
          <w:tab w:val="left" w:pos="1440"/>
          <w:tab w:val="right" w:leader="dot" w:pos="7200"/>
        </w:tabs>
      </w:pPr>
      <w:r>
        <w:tab/>
        <w:t>Big D Veggie Chili</w:t>
      </w:r>
      <w:r>
        <w:tab/>
      </w:r>
      <w:r w:rsidR="00D612B5">
        <w:t>17</w:t>
      </w:r>
    </w:p>
    <w:p w14:paraId="003466F6" w14:textId="77777777" w:rsidR="00852929" w:rsidRPr="00C92E79" w:rsidRDefault="00E82979">
      <w:pPr>
        <w:tabs>
          <w:tab w:val="left" w:pos="1440"/>
          <w:tab w:val="right" w:leader="dot" w:pos="7200"/>
        </w:tabs>
        <w:rPr>
          <w:lang w:val="fr-FR"/>
        </w:rPr>
      </w:pPr>
      <w:r>
        <w:tab/>
      </w:r>
      <w:r w:rsidRPr="00C92E79">
        <w:rPr>
          <w:lang w:val="fr-FR"/>
        </w:rPr>
        <w:t xml:space="preserve">Crème </w:t>
      </w:r>
      <w:r w:rsidR="003B4F58" w:rsidRPr="00C92E79">
        <w:rPr>
          <w:lang w:val="fr-FR"/>
        </w:rPr>
        <w:t>Brûlée</w:t>
      </w:r>
      <w:r w:rsidRPr="00C92E79">
        <w:rPr>
          <w:lang w:val="fr-FR"/>
        </w:rPr>
        <w:tab/>
      </w:r>
      <w:r w:rsidR="00D612B5" w:rsidRPr="00C92E79">
        <w:rPr>
          <w:lang w:val="fr-FR"/>
        </w:rPr>
        <w:t>18</w:t>
      </w:r>
    </w:p>
    <w:p w14:paraId="755EA7D5" w14:textId="77777777" w:rsidR="00852929" w:rsidRPr="00C92E79" w:rsidRDefault="00E82979">
      <w:pPr>
        <w:tabs>
          <w:tab w:val="left" w:pos="1440"/>
          <w:tab w:val="right" w:leader="dot" w:pos="7200"/>
        </w:tabs>
        <w:rPr>
          <w:lang w:val="fr-FR"/>
        </w:rPr>
      </w:pPr>
      <w:r w:rsidRPr="00C92E79">
        <w:rPr>
          <w:lang w:val="fr-FR"/>
        </w:rPr>
        <w:tab/>
      </w:r>
      <w:proofErr w:type="spellStart"/>
      <w:r w:rsidRPr="00C92E79">
        <w:rPr>
          <w:lang w:val="fr-FR"/>
        </w:rPr>
        <w:t>Wasabi</w:t>
      </w:r>
      <w:proofErr w:type="spellEnd"/>
      <w:r w:rsidRPr="00C92E79">
        <w:rPr>
          <w:lang w:val="fr-FR"/>
        </w:rPr>
        <w:t xml:space="preserve"> </w:t>
      </w:r>
      <w:proofErr w:type="spellStart"/>
      <w:r w:rsidRPr="00C92E79">
        <w:rPr>
          <w:lang w:val="fr-FR"/>
        </w:rPr>
        <w:t>Pork</w:t>
      </w:r>
      <w:proofErr w:type="spellEnd"/>
      <w:r w:rsidRPr="00C92E79">
        <w:rPr>
          <w:lang w:val="fr-FR"/>
        </w:rPr>
        <w:t xml:space="preserve"> </w:t>
      </w:r>
      <w:proofErr w:type="spellStart"/>
      <w:r w:rsidRPr="00C92E79">
        <w:rPr>
          <w:lang w:val="fr-FR"/>
        </w:rPr>
        <w:t>Tenderloin</w:t>
      </w:r>
      <w:proofErr w:type="spellEnd"/>
      <w:r w:rsidR="00E17BE2" w:rsidRPr="00C92E79">
        <w:rPr>
          <w:lang w:val="fr-FR"/>
        </w:rPr>
        <w:tab/>
      </w:r>
      <w:r w:rsidR="00D612B5" w:rsidRPr="00C92E79">
        <w:rPr>
          <w:lang w:val="fr-FR"/>
        </w:rPr>
        <w:t>19</w:t>
      </w:r>
    </w:p>
    <w:p w14:paraId="4B59869F" w14:textId="77777777" w:rsidR="00852929" w:rsidRPr="00C92E79" w:rsidRDefault="00E82979">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rsidRPr="00C92E79">
        <w:rPr>
          <w:b/>
        </w:rPr>
        <w:br w:type="page"/>
      </w:r>
      <w:r w:rsidR="00471DEF" w:rsidRPr="00C92E79">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The long history of spices</w:t>
      </w:r>
    </w:p>
    <w:p w14:paraId="448E6DBC" w14:textId="77777777" w:rsidR="00852929" w:rsidRDefault="00852929"/>
    <w:p w14:paraId="27149552" w14:textId="77777777" w:rsidR="00852929" w:rsidRDefault="00852929"/>
    <w:p w14:paraId="5BB14454" w14:textId="77777777" w:rsidR="00852929" w:rsidRDefault="00471DEF">
      <w:pPr>
        <w:rPr>
          <w:b/>
          <w:i/>
          <w:color w:val="C0504D"/>
          <w:sz w:val="28"/>
          <w:szCs w:val="28"/>
        </w:rPr>
      </w:pPr>
      <w:r w:rsidRPr="00947E1B">
        <w:rPr>
          <w:b/>
          <w:i/>
          <w:color w:val="C0504D"/>
          <w:sz w:val="28"/>
          <w:szCs w:val="28"/>
        </w:rPr>
        <w:t>Introduction</w:t>
      </w:r>
    </w:p>
    <w:p w14:paraId="3A9726AE" w14:textId="77777777" w:rsidR="00852929"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53B3A4B8" w14:textId="77777777" w:rsidR="00852929"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2DC319EF" w14:textId="77777777" w:rsidR="00852929" w:rsidRDefault="00852929"/>
    <w:p w14:paraId="30C6BFAA" w14:textId="77777777" w:rsidR="00852929" w:rsidRDefault="00852929"/>
    <w:p w14:paraId="53B3AE6E" w14:textId="77777777" w:rsidR="00852929" w:rsidRDefault="00556AC2">
      <w:pPr>
        <w:rPr>
          <w:b/>
          <w:i/>
          <w:color w:val="C0504D"/>
          <w:sz w:val="28"/>
          <w:szCs w:val="28"/>
        </w:rPr>
      </w:pPr>
      <w:r>
        <w:rPr>
          <w:b/>
          <w:i/>
          <w:color w:val="C0504D"/>
          <w:sz w:val="28"/>
          <w:szCs w:val="28"/>
        </w:rPr>
        <w:br w:type="page"/>
      </w:r>
      <w:r w:rsidR="00984DC6" w:rsidRPr="00947E1B">
        <w:rPr>
          <w:b/>
          <w:i/>
          <w:color w:val="C0504D"/>
          <w:sz w:val="28"/>
          <w:szCs w:val="28"/>
        </w:rPr>
        <w:lastRenderedPageBreak/>
        <w:t>The medicinal use of spices</w:t>
      </w:r>
    </w:p>
    <w:p w14:paraId="2F378B5A" w14:textId="77777777" w:rsidR="00852929" w:rsidRDefault="00852929">
      <w:pPr>
        <w:rPr>
          <w:b/>
          <w:i/>
        </w:rPr>
      </w:pPr>
    </w:p>
    <w:p w14:paraId="00E9C9ED" w14:textId="77777777" w:rsidR="00852929" w:rsidRPr="00221711" w:rsidRDefault="00984DC6">
      <w:pPr>
        <w:rPr>
          <w:i/>
          <w:color w:val="4E5D30"/>
          <w:sz w:val="28"/>
          <w:szCs w:val="28"/>
          <w:u w:val="single"/>
        </w:rPr>
      </w:pPr>
      <w:r w:rsidRPr="00221711">
        <w:rPr>
          <w:i/>
          <w:color w:val="4E5D30"/>
          <w:sz w:val="28"/>
          <w:szCs w:val="28"/>
          <w:u w:val="single"/>
        </w:rPr>
        <w:t>Spices as ancient medicine</w:t>
      </w:r>
    </w:p>
    <w:p w14:paraId="23F42E7D" w14:textId="77777777" w:rsidR="00852929"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14:paraId="69A83D63" w14:textId="77777777" w:rsidR="00852929" w:rsidRDefault="00471DEF">
      <w:pPr>
        <w:spacing w:before="120"/>
        <w:ind w:firstLine="720"/>
      </w:pPr>
      <w:r w:rsidRPr="00471DEF">
        <w:t xml:space="preserve">In terms of medicine, two main theories dominated the use of spices. The first, known as the “doctrine of </w:t>
      </w:r>
      <w:proofErr w:type="spellStart"/>
      <w:r w:rsidRPr="00471DEF">
        <w:t>similars</w:t>
      </w:r>
      <w:proofErr w:type="spellEnd"/>
      <w:r w:rsidRPr="00471DEF">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14:paraId="7647EB58" w14:textId="77777777" w:rsidR="00852929" w:rsidRDefault="00471DEF">
      <w:pPr>
        <w:spacing w:before="120"/>
        <w:ind w:firstLine="720"/>
      </w:pPr>
      <w:r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3B4F58">
        <w:t>s</w:t>
      </w:r>
      <w:r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401C988A" w14:textId="77777777" w:rsidR="00852929" w:rsidRDefault="00852929"/>
    <w:p w14:paraId="2414AC7E" w14:textId="77777777" w:rsidR="00852929" w:rsidRPr="00221711" w:rsidRDefault="00471DEF">
      <w:pPr>
        <w:keepNext/>
        <w:rPr>
          <w:i/>
          <w:color w:val="4E5D30"/>
          <w:sz w:val="28"/>
          <w:szCs w:val="28"/>
          <w:u w:val="single"/>
        </w:rPr>
      </w:pPr>
      <w:r w:rsidRPr="00221711">
        <w:rPr>
          <w:i/>
          <w:color w:val="4E5D30"/>
          <w:sz w:val="28"/>
          <w:szCs w:val="28"/>
          <w:u w:val="single"/>
        </w:rPr>
        <w:t>Spices as modern medicine</w:t>
      </w:r>
    </w:p>
    <w:p w14:paraId="482A26C1" w14:textId="77777777" w:rsidR="00852929"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w:t>
      </w:r>
      <w:proofErr w:type="spellStart"/>
      <w:r w:rsidRPr="00471DEF">
        <w:t>shikimic</w:t>
      </w:r>
      <w:proofErr w:type="spellEnd"/>
      <w:r w:rsidRPr="00471DEF">
        <w:t xml:space="preserve"> acid, which is a necessary </w:t>
      </w:r>
      <w:r w:rsidR="00984DC6">
        <w:t>ingredient of the flu medicine.</w:t>
      </w:r>
    </w:p>
    <w:p w14:paraId="141D90CF" w14:textId="77777777" w:rsidR="00852929" w:rsidRDefault="00852929"/>
    <w:p w14:paraId="4D490EBE" w14:textId="77777777" w:rsidR="00852929" w:rsidRDefault="00852929"/>
    <w:p w14:paraId="06C77C0C" w14:textId="77777777" w:rsidR="00852929" w:rsidRDefault="00556AC2">
      <w:pPr>
        <w:rPr>
          <w:color w:val="C0504D"/>
          <w:sz w:val="28"/>
          <w:szCs w:val="28"/>
        </w:rPr>
      </w:pPr>
      <w:r>
        <w:rPr>
          <w:b/>
          <w:i/>
          <w:color w:val="C0504D"/>
          <w:sz w:val="28"/>
          <w:szCs w:val="28"/>
        </w:rPr>
        <w:br w:type="page"/>
      </w:r>
      <w:r w:rsidR="00331218" w:rsidRPr="00A65F1D">
        <w:rPr>
          <w:b/>
          <w:i/>
          <w:color w:val="C0504D"/>
          <w:sz w:val="28"/>
          <w:szCs w:val="28"/>
        </w:rPr>
        <w:lastRenderedPageBreak/>
        <w:t>The spice trade</w:t>
      </w:r>
    </w:p>
    <w:p w14:paraId="2DEE96DA" w14:textId="77777777" w:rsidR="00852929" w:rsidRDefault="00852929">
      <w:pPr>
        <w:rPr>
          <w:b/>
          <w:i/>
        </w:rPr>
      </w:pPr>
    </w:p>
    <w:p w14:paraId="351DEF67" w14:textId="77777777" w:rsidR="00852929" w:rsidRDefault="00331218">
      <w:pPr>
        <w:rPr>
          <w:i/>
          <w:color w:val="4E5D30"/>
          <w:u w:val="single"/>
        </w:rPr>
      </w:pPr>
      <w:r w:rsidRPr="00C92E50">
        <w:rPr>
          <w:i/>
          <w:color w:val="4E5D30"/>
          <w:u w:val="single"/>
        </w:rPr>
        <w:t>A funny thing happened on the way to the Spice Lands…</w:t>
      </w:r>
    </w:p>
    <w:p w14:paraId="587623D3" w14:textId="77777777" w:rsidR="00852929"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47493496" w14:textId="77777777" w:rsidR="00852929"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14:paraId="5E733DA6" w14:textId="77777777" w:rsidR="00852929" w:rsidRDefault="00852929">
      <w:pPr>
        <w:ind w:firstLine="720"/>
      </w:pPr>
    </w:p>
    <w:p w14:paraId="0610FD5F" w14:textId="77777777" w:rsidR="00852929" w:rsidRDefault="00590CAC">
      <w:pPr>
        <w:rPr>
          <w:b/>
        </w:rPr>
      </w:pPr>
      <w:r>
        <w:rPr>
          <w:b/>
        </w:rPr>
        <w:br w:type="page"/>
      </w:r>
      <w:r w:rsidR="00BE44ED" w:rsidRPr="00471DEF">
        <w:rPr>
          <w:b/>
        </w:rPr>
        <w:lastRenderedPageBreak/>
        <w:t>Bay leaf</w:t>
      </w:r>
    </w:p>
    <w:p w14:paraId="54D4E6D9" w14:textId="77777777" w:rsidR="00852929"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06A8FBA9" w14:textId="77777777" w:rsidR="00852929" w:rsidRDefault="00852929"/>
    <w:p w14:paraId="1BCB3A4B" w14:textId="77777777" w:rsidR="00852929" w:rsidRDefault="00636C64">
      <w:r>
        <w:rPr>
          <w:noProof/>
        </w:rPr>
        <w:drawing>
          <wp:inline distT="0" distB="0" distL="0" distR="0" wp14:editId="357BF21B">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E88160D" w14:textId="77777777" w:rsidR="00852929" w:rsidRDefault="00852929">
      <w:pPr>
        <w:rPr>
          <w:i/>
        </w:rPr>
      </w:pPr>
    </w:p>
    <w:p w14:paraId="25C2E384" w14:textId="77777777" w:rsidR="00852929" w:rsidRDefault="00BE44ED">
      <w:pPr>
        <w:rPr>
          <w:i/>
        </w:rPr>
      </w:pPr>
      <w:r w:rsidRPr="00471DEF">
        <w:rPr>
          <w:i/>
        </w:rPr>
        <w:t>About this spice</w:t>
      </w:r>
    </w:p>
    <w:p w14:paraId="409EFCEB" w14:textId="77777777" w:rsidR="00852929"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2E59A587" w14:textId="77777777" w:rsidR="00852929" w:rsidRDefault="00852929"/>
    <w:p w14:paraId="403003EF" w14:textId="77777777" w:rsidR="00852929" w:rsidRDefault="00BE44ED">
      <w:pPr>
        <w:rPr>
          <w:i/>
        </w:rPr>
      </w:pPr>
      <w:r w:rsidRPr="00471DEF">
        <w:rPr>
          <w:i/>
        </w:rPr>
        <w:t>How to use this spice</w:t>
      </w:r>
    </w:p>
    <w:p w14:paraId="0D13C424" w14:textId="77777777" w:rsidR="00852929"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4A584429" w14:textId="77777777" w:rsidR="00852929" w:rsidRDefault="00852929"/>
    <w:p w14:paraId="373BC3BE" w14:textId="77777777" w:rsidR="00852929" w:rsidRDefault="00BE44ED">
      <w:pPr>
        <w:pStyle w:val="NormalIndent"/>
        <w:numPr>
          <w:ilvl w:val="0"/>
          <w:numId w:val="1"/>
        </w:numPr>
      </w:pPr>
      <w:r w:rsidRPr="00471DEF">
        <w:t>marinades</w:t>
      </w:r>
    </w:p>
    <w:p w14:paraId="0AD12A9E" w14:textId="77777777" w:rsidR="00852929" w:rsidRDefault="00BE44ED">
      <w:pPr>
        <w:pStyle w:val="NormalIndent"/>
        <w:numPr>
          <w:ilvl w:val="0"/>
          <w:numId w:val="1"/>
        </w:numPr>
      </w:pPr>
      <w:r w:rsidRPr="00471DEF">
        <w:t>stews and soups</w:t>
      </w:r>
    </w:p>
    <w:p w14:paraId="155C93AB" w14:textId="77777777" w:rsidR="00852929" w:rsidRDefault="00BE44ED">
      <w:pPr>
        <w:pStyle w:val="NormalIndent"/>
        <w:numPr>
          <w:ilvl w:val="0"/>
          <w:numId w:val="1"/>
        </w:numPr>
      </w:pPr>
      <w:r w:rsidRPr="00471DEF">
        <w:t>dishes that use cooked tomatoes</w:t>
      </w:r>
    </w:p>
    <w:p w14:paraId="1B99B74D" w14:textId="77777777" w:rsidR="00852929" w:rsidRDefault="00BE44ED">
      <w:pPr>
        <w:pStyle w:val="NormalIndent"/>
        <w:numPr>
          <w:ilvl w:val="0"/>
          <w:numId w:val="1"/>
        </w:numPr>
      </w:pPr>
      <w:r w:rsidRPr="00471DEF">
        <w:t>fish</w:t>
      </w:r>
    </w:p>
    <w:p w14:paraId="7319D6F1" w14:textId="77777777" w:rsidR="00852929" w:rsidRDefault="00BE44ED">
      <w:pPr>
        <w:pStyle w:val="NormalIndent"/>
        <w:numPr>
          <w:ilvl w:val="0"/>
          <w:numId w:val="1"/>
        </w:numPr>
      </w:pPr>
      <w:r w:rsidRPr="00471DEF">
        <w:t>puddings and sauces</w:t>
      </w:r>
    </w:p>
    <w:p w14:paraId="4157D0D0" w14:textId="77777777" w:rsidR="00852929" w:rsidRDefault="00BE44ED">
      <w:pPr>
        <w:pStyle w:val="NormalIndent"/>
        <w:numPr>
          <w:ilvl w:val="0"/>
          <w:numId w:val="1"/>
        </w:numPr>
      </w:pPr>
      <w:r w:rsidRPr="00471DEF">
        <w:t>pickles</w:t>
      </w:r>
    </w:p>
    <w:p w14:paraId="60F29FBD" w14:textId="77777777" w:rsidR="00852929" w:rsidRDefault="00852929"/>
    <w:p w14:paraId="56E7103E" w14:textId="77777777" w:rsidR="00852929" w:rsidRDefault="00BE44ED">
      <w:pPr>
        <w:rPr>
          <w:i/>
        </w:rPr>
      </w:pPr>
      <w:r w:rsidRPr="00471DEF">
        <w:rPr>
          <w:i/>
        </w:rPr>
        <w:t>Spice trivia</w:t>
      </w:r>
    </w:p>
    <w:p w14:paraId="7966FAA7" w14:textId="77777777" w:rsidR="00852929"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7EAADA97" w14:textId="77777777" w:rsidR="00852929" w:rsidRDefault="00852929"/>
    <w:p w14:paraId="7B90D1DB" w14:textId="77777777" w:rsidR="00852929" w:rsidRDefault="00BE44ED">
      <w:pPr>
        <w:rPr>
          <w:b/>
        </w:rPr>
      </w:pPr>
      <w:r w:rsidRPr="00471DEF">
        <w:rPr>
          <w:b/>
        </w:rPr>
        <w:t>Cinnamon</w:t>
      </w:r>
    </w:p>
    <w:p w14:paraId="7DCFBA43" w14:textId="77777777" w:rsidR="00852929"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25299859" w14:textId="77777777" w:rsidR="00852929" w:rsidRDefault="00852929"/>
    <w:p w14:paraId="47C6597C" w14:textId="77777777" w:rsidR="00852929" w:rsidRDefault="00636C64">
      <w:r>
        <w:rPr>
          <w:noProof/>
        </w:rPr>
        <w:drawing>
          <wp:inline distT="0" distB="0" distL="0" distR="0" wp14:editId="6F03C47B">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F63CB02" w14:textId="77777777" w:rsidR="00852929" w:rsidRDefault="00852929"/>
    <w:p w14:paraId="526FC0DA" w14:textId="77777777" w:rsidR="00852929" w:rsidRDefault="00BE44ED">
      <w:pPr>
        <w:rPr>
          <w:i/>
        </w:rPr>
      </w:pPr>
      <w:r w:rsidRPr="00471DEF">
        <w:rPr>
          <w:i/>
        </w:rPr>
        <w:t>About this spice</w:t>
      </w:r>
    </w:p>
    <w:p w14:paraId="24463CB8" w14:textId="77777777" w:rsidR="00852929"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35942A4C" w14:textId="77777777" w:rsidR="00852929" w:rsidRDefault="00852929"/>
    <w:p w14:paraId="10277C14" w14:textId="77777777" w:rsidR="00852929" w:rsidRDefault="00BE44ED">
      <w:pPr>
        <w:rPr>
          <w:i/>
        </w:rPr>
      </w:pPr>
      <w:r w:rsidRPr="00471DEF">
        <w:rPr>
          <w:i/>
        </w:rPr>
        <w:t>How to use this spice</w:t>
      </w:r>
    </w:p>
    <w:p w14:paraId="55CFD645" w14:textId="77777777" w:rsidR="00852929" w:rsidRDefault="00BE44ED">
      <w:r w:rsidRPr="00471DEF">
        <w:t>Cinnamon has a sweet flavor and a distinct aroma that you probably associate with dessert. In addition to many Middle Eastern and North African dishes, you can use ci</w:t>
      </w:r>
      <w:r>
        <w:t>nnamon to flavor the following:</w:t>
      </w:r>
    </w:p>
    <w:p w14:paraId="215BE817" w14:textId="77777777" w:rsidR="00852929" w:rsidRDefault="00852929"/>
    <w:p w14:paraId="5DE377B8" w14:textId="77777777" w:rsidR="00852929" w:rsidRDefault="00BE44ED">
      <w:pPr>
        <w:pStyle w:val="NormalIndent"/>
        <w:numPr>
          <w:ilvl w:val="0"/>
          <w:numId w:val="2"/>
        </w:numPr>
      </w:pPr>
      <w:r>
        <w:t>sweet creams</w:t>
      </w:r>
    </w:p>
    <w:p w14:paraId="7A74C4FA" w14:textId="77777777" w:rsidR="00852929" w:rsidRDefault="00BE44ED">
      <w:pPr>
        <w:pStyle w:val="NormalIndent"/>
        <w:numPr>
          <w:ilvl w:val="0"/>
          <w:numId w:val="2"/>
        </w:numPr>
      </w:pPr>
      <w:r>
        <w:t>chocolate</w:t>
      </w:r>
    </w:p>
    <w:p w14:paraId="6CB5A3AD" w14:textId="77777777" w:rsidR="00852929" w:rsidRDefault="00BE44ED">
      <w:pPr>
        <w:pStyle w:val="NormalIndent"/>
        <w:numPr>
          <w:ilvl w:val="0"/>
          <w:numId w:val="2"/>
        </w:numPr>
      </w:pPr>
      <w:r>
        <w:t>cakes and baked goods</w:t>
      </w:r>
    </w:p>
    <w:p w14:paraId="0F55239B" w14:textId="77777777" w:rsidR="00852929" w:rsidRDefault="00BE44ED">
      <w:pPr>
        <w:pStyle w:val="NormalIndent"/>
        <w:numPr>
          <w:ilvl w:val="0"/>
          <w:numId w:val="2"/>
        </w:numPr>
      </w:pPr>
      <w:r>
        <w:t>milk and rice puddings</w:t>
      </w:r>
    </w:p>
    <w:p w14:paraId="5043993F" w14:textId="77777777" w:rsidR="00852929" w:rsidRDefault="00BE44ED">
      <w:pPr>
        <w:pStyle w:val="NormalIndent"/>
        <w:numPr>
          <w:ilvl w:val="0"/>
          <w:numId w:val="2"/>
        </w:numPr>
      </w:pPr>
      <w:r>
        <w:t>fruit desserts</w:t>
      </w:r>
    </w:p>
    <w:p w14:paraId="4C5AD89B" w14:textId="77777777" w:rsidR="00852929" w:rsidRDefault="00852929"/>
    <w:p w14:paraId="5434A087" w14:textId="77777777" w:rsidR="00852929" w:rsidRDefault="00BE44ED">
      <w:pPr>
        <w:rPr>
          <w:i/>
        </w:rPr>
      </w:pPr>
      <w:r w:rsidRPr="00471DEF">
        <w:rPr>
          <w:i/>
        </w:rPr>
        <w:t>Spice trivia</w:t>
      </w:r>
    </w:p>
    <w:p w14:paraId="01FF3C4E" w14:textId="77777777" w:rsidR="00852929"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3B4F58">
        <w:t>fifteenth</w:t>
      </w:r>
      <w:r w:rsidRPr="00471DEF">
        <w:t xml:space="preserve"> </w:t>
      </w:r>
      <w:r w:rsidR="003B4F58">
        <w:t>c</w:t>
      </w:r>
      <w:r w:rsidRPr="00471DEF">
        <w:t>entury. In addition, cinnamon, one of the first known spices, has been used for everythi</w:t>
      </w:r>
      <w:r>
        <w:t>ng from embalming to mouthwash.</w:t>
      </w:r>
    </w:p>
    <w:p w14:paraId="37B926F9" w14:textId="77777777" w:rsidR="00852929" w:rsidRDefault="00852929"/>
    <w:p w14:paraId="5518DF7F" w14:textId="77777777" w:rsidR="00852929" w:rsidRDefault="00BE44ED">
      <w:pPr>
        <w:rPr>
          <w:b/>
        </w:rPr>
      </w:pPr>
      <w:r w:rsidRPr="00471DEF">
        <w:rPr>
          <w:b/>
        </w:rPr>
        <w:t>Cloves</w:t>
      </w:r>
    </w:p>
    <w:p w14:paraId="3642EF18" w14:textId="77777777" w:rsidR="00852929"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40DB2B09" w14:textId="77777777" w:rsidR="00852929" w:rsidRDefault="00852929"/>
    <w:p w14:paraId="330EBE67" w14:textId="77777777" w:rsidR="00852929" w:rsidRDefault="00636C64">
      <w:pPr>
        <w:rPr>
          <w:i/>
        </w:rPr>
      </w:pPr>
      <w:r>
        <w:rPr>
          <w:noProof/>
        </w:rPr>
        <w:drawing>
          <wp:inline distT="0" distB="0" distL="0" distR="0" wp14:editId="7E95983E">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7AB4FDB" w14:textId="77777777" w:rsidR="00852929" w:rsidRDefault="00852929">
      <w:pPr>
        <w:rPr>
          <w:i/>
        </w:rPr>
      </w:pPr>
    </w:p>
    <w:p w14:paraId="6223679D" w14:textId="77777777" w:rsidR="00852929" w:rsidRDefault="00BE44ED">
      <w:pPr>
        <w:rPr>
          <w:i/>
        </w:rPr>
      </w:pPr>
      <w:r w:rsidRPr="00471DEF">
        <w:rPr>
          <w:i/>
        </w:rPr>
        <w:t>About this spice</w:t>
      </w:r>
    </w:p>
    <w:p w14:paraId="034AD0D3" w14:textId="77777777" w:rsidR="00852929"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6839D982" w14:textId="77777777" w:rsidR="00852929" w:rsidRDefault="00852929"/>
    <w:p w14:paraId="0E5A4C8A" w14:textId="77777777" w:rsidR="00852929" w:rsidRDefault="00BE44ED">
      <w:pPr>
        <w:rPr>
          <w:i/>
        </w:rPr>
      </w:pPr>
      <w:r w:rsidRPr="00471DEF">
        <w:rPr>
          <w:i/>
        </w:rPr>
        <w:t>How to use this spice</w:t>
      </w:r>
    </w:p>
    <w:p w14:paraId="3936FB5D" w14:textId="77777777" w:rsidR="00852929" w:rsidRDefault="00BE44ED">
      <w:r w:rsidRPr="00471DEF">
        <w:t>Because clove oil is highly scented, a little bit will go a long way. For example, a single, whole clove will flavor an entire apple pie. Use c</w:t>
      </w:r>
      <w:r>
        <w:t>loves to flavor the following:</w:t>
      </w:r>
    </w:p>
    <w:p w14:paraId="0D55DF3A" w14:textId="77777777" w:rsidR="00852929" w:rsidRDefault="00852929"/>
    <w:p w14:paraId="32616FA4" w14:textId="77777777" w:rsidR="00852929" w:rsidRDefault="00BE44ED">
      <w:pPr>
        <w:pStyle w:val="NormalIndent"/>
        <w:numPr>
          <w:ilvl w:val="0"/>
          <w:numId w:val="3"/>
        </w:numPr>
      </w:pPr>
      <w:r>
        <w:t>meats</w:t>
      </w:r>
    </w:p>
    <w:p w14:paraId="5F04A990" w14:textId="77777777" w:rsidR="00852929" w:rsidRDefault="00BE44ED">
      <w:pPr>
        <w:pStyle w:val="NormalIndent"/>
        <w:numPr>
          <w:ilvl w:val="0"/>
          <w:numId w:val="3"/>
        </w:numPr>
      </w:pPr>
      <w:r>
        <w:lastRenderedPageBreak/>
        <w:t>deserts</w:t>
      </w:r>
    </w:p>
    <w:p w14:paraId="50E9E1FD" w14:textId="77777777" w:rsidR="00852929" w:rsidRDefault="00BE44ED">
      <w:pPr>
        <w:pStyle w:val="NormalIndent"/>
        <w:numPr>
          <w:ilvl w:val="0"/>
          <w:numId w:val="3"/>
        </w:numPr>
      </w:pPr>
      <w:r>
        <w:t>spice mixtures</w:t>
      </w:r>
    </w:p>
    <w:p w14:paraId="378F773C" w14:textId="77777777" w:rsidR="00852929" w:rsidRDefault="00BE44ED">
      <w:pPr>
        <w:pStyle w:val="NormalIndent"/>
        <w:numPr>
          <w:ilvl w:val="0"/>
          <w:numId w:val="3"/>
        </w:numPr>
      </w:pPr>
      <w:r>
        <w:t>salad dressings</w:t>
      </w:r>
    </w:p>
    <w:p w14:paraId="15DE07D9" w14:textId="77777777" w:rsidR="00852929" w:rsidRDefault="00852929"/>
    <w:p w14:paraId="01DFDB84" w14:textId="77777777" w:rsidR="00852929" w:rsidRDefault="00BE44ED">
      <w:pPr>
        <w:rPr>
          <w:i/>
        </w:rPr>
      </w:pPr>
      <w:r w:rsidRPr="00471DEF">
        <w:rPr>
          <w:i/>
        </w:rPr>
        <w:t>Spice trivia</w:t>
      </w:r>
    </w:p>
    <w:p w14:paraId="03F4F59A" w14:textId="77777777" w:rsidR="00852929" w:rsidRDefault="00BE44ED">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677ED396" w14:textId="77777777" w:rsidR="00852929" w:rsidRDefault="00852929"/>
    <w:p w14:paraId="07880CA2" w14:textId="77777777" w:rsidR="00852929" w:rsidRDefault="00BE44ED">
      <w:pPr>
        <w:rPr>
          <w:b/>
        </w:rPr>
      </w:pPr>
      <w:r w:rsidRPr="00471DEF">
        <w:rPr>
          <w:b/>
        </w:rPr>
        <w:t>Coriander</w:t>
      </w:r>
    </w:p>
    <w:p w14:paraId="095963AB" w14:textId="77777777" w:rsidR="00852929" w:rsidRDefault="00BE44ED">
      <w:r w:rsidRPr="00471DEF">
        <w:t>Scie</w:t>
      </w:r>
      <w:r>
        <w:t xml:space="preserve">ntific name: </w:t>
      </w:r>
      <w:proofErr w:type="spellStart"/>
      <w:r>
        <w:t>Coriandrum</w:t>
      </w:r>
      <w:proofErr w:type="spellEnd"/>
      <w:r>
        <w:t xml:space="preserve"> </w:t>
      </w:r>
      <w:proofErr w:type="spellStart"/>
      <w:r>
        <w:t>sativum</w:t>
      </w:r>
      <w:proofErr w:type="spellEnd"/>
    </w:p>
    <w:p w14:paraId="45514F2B" w14:textId="77777777" w:rsidR="00852929" w:rsidRDefault="00852929"/>
    <w:p w14:paraId="5B56F95D" w14:textId="77777777" w:rsidR="00852929" w:rsidRDefault="00636C64">
      <w:pPr>
        <w:rPr>
          <w:i/>
        </w:rPr>
      </w:pPr>
      <w:r>
        <w:rPr>
          <w:noProof/>
        </w:rPr>
        <w:drawing>
          <wp:inline distT="0" distB="0" distL="0" distR="0" wp14:editId="4BFE8293">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2A94F56" w14:textId="77777777" w:rsidR="00852929" w:rsidRDefault="00852929">
      <w:pPr>
        <w:rPr>
          <w:i/>
        </w:rPr>
      </w:pPr>
    </w:p>
    <w:p w14:paraId="245554F6" w14:textId="77777777" w:rsidR="00852929" w:rsidRDefault="00BE44ED">
      <w:pPr>
        <w:rPr>
          <w:i/>
        </w:rPr>
      </w:pPr>
      <w:r w:rsidRPr="00471DEF">
        <w:rPr>
          <w:i/>
        </w:rPr>
        <w:t>About this spice</w:t>
      </w:r>
    </w:p>
    <w:p w14:paraId="78A9161D" w14:textId="77777777" w:rsidR="00852929"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09C251F2" w14:textId="77777777" w:rsidR="00852929" w:rsidRDefault="00852929"/>
    <w:p w14:paraId="7ECE6AAE" w14:textId="77777777" w:rsidR="00852929" w:rsidRDefault="00BE44ED">
      <w:pPr>
        <w:rPr>
          <w:i/>
        </w:rPr>
      </w:pPr>
      <w:r w:rsidRPr="00471DEF">
        <w:rPr>
          <w:i/>
        </w:rPr>
        <w:t>How to use this spice</w:t>
      </w:r>
    </w:p>
    <w:p w14:paraId="4FDF9723" w14:textId="77777777" w:rsidR="00852929" w:rsidRDefault="00BE44ED">
      <w:r w:rsidRPr="00471DEF">
        <w:t>Cilantro seeds are easy to crush, so they are best bought whole. Use cori</w:t>
      </w:r>
      <w:r>
        <w:t>ander to flavor the following:</w:t>
      </w:r>
    </w:p>
    <w:p w14:paraId="4FB5F25B" w14:textId="77777777" w:rsidR="00852929" w:rsidRDefault="00852929"/>
    <w:p w14:paraId="121F6255" w14:textId="77777777" w:rsidR="00852929" w:rsidRDefault="00BE44ED">
      <w:pPr>
        <w:pStyle w:val="NormalIndent"/>
        <w:numPr>
          <w:ilvl w:val="0"/>
          <w:numId w:val="14"/>
        </w:numPr>
      </w:pPr>
      <w:r>
        <w:t>liqueurs</w:t>
      </w:r>
    </w:p>
    <w:p w14:paraId="590BFF1D" w14:textId="77777777" w:rsidR="00852929" w:rsidRDefault="00BE44ED">
      <w:pPr>
        <w:pStyle w:val="NormalIndent"/>
        <w:numPr>
          <w:ilvl w:val="0"/>
          <w:numId w:val="4"/>
        </w:numPr>
      </w:pPr>
      <w:r>
        <w:t>stews</w:t>
      </w:r>
    </w:p>
    <w:p w14:paraId="3C46EA21" w14:textId="77777777" w:rsidR="00852929" w:rsidRDefault="00BE44ED">
      <w:pPr>
        <w:pStyle w:val="NormalIndent"/>
        <w:numPr>
          <w:ilvl w:val="0"/>
          <w:numId w:val="4"/>
        </w:numPr>
      </w:pPr>
      <w:r>
        <w:t>pickles</w:t>
      </w:r>
    </w:p>
    <w:p w14:paraId="0790D1BA" w14:textId="77777777" w:rsidR="00852929" w:rsidRDefault="00BE44ED">
      <w:pPr>
        <w:pStyle w:val="NormalIndent"/>
        <w:numPr>
          <w:ilvl w:val="0"/>
          <w:numId w:val="4"/>
        </w:numPr>
      </w:pPr>
      <w:r>
        <w:t>marinades</w:t>
      </w:r>
    </w:p>
    <w:p w14:paraId="59CA88F6" w14:textId="77777777" w:rsidR="00852929" w:rsidRDefault="00BE44ED">
      <w:pPr>
        <w:pStyle w:val="NormalIndent"/>
        <w:numPr>
          <w:ilvl w:val="0"/>
          <w:numId w:val="4"/>
        </w:numPr>
      </w:pPr>
      <w:r>
        <w:t>beans</w:t>
      </w:r>
    </w:p>
    <w:p w14:paraId="49F52EA4" w14:textId="77777777" w:rsidR="00852929" w:rsidRDefault="00BE44ED">
      <w:pPr>
        <w:pStyle w:val="NormalIndent"/>
        <w:numPr>
          <w:ilvl w:val="0"/>
          <w:numId w:val="4"/>
        </w:numPr>
      </w:pPr>
      <w:r>
        <w:t>chili</w:t>
      </w:r>
    </w:p>
    <w:p w14:paraId="5E0B2B48" w14:textId="77777777" w:rsidR="00852929" w:rsidRDefault="00BE44ED">
      <w:pPr>
        <w:pStyle w:val="NormalIndent"/>
        <w:numPr>
          <w:ilvl w:val="0"/>
          <w:numId w:val="4"/>
        </w:numPr>
      </w:pPr>
      <w:r>
        <w:t>pastries</w:t>
      </w:r>
    </w:p>
    <w:p w14:paraId="6D8863F6" w14:textId="77777777" w:rsidR="00852929" w:rsidRDefault="00852929"/>
    <w:p w14:paraId="246FC968" w14:textId="77777777" w:rsidR="00852929" w:rsidRDefault="00BE44ED">
      <w:pPr>
        <w:rPr>
          <w:i/>
        </w:rPr>
      </w:pPr>
      <w:r w:rsidRPr="00471DEF">
        <w:rPr>
          <w:i/>
        </w:rPr>
        <w:t>Spice trivia</w:t>
      </w:r>
    </w:p>
    <w:p w14:paraId="6F8E6A21" w14:textId="77777777" w:rsidR="00852929"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458A5B8A" w14:textId="77777777" w:rsidR="00852929" w:rsidRDefault="00852929"/>
    <w:p w14:paraId="67E6982B" w14:textId="77777777" w:rsidR="00852929" w:rsidRDefault="00BE44ED">
      <w:pPr>
        <w:rPr>
          <w:b/>
        </w:rPr>
      </w:pPr>
      <w:r w:rsidRPr="009255E0">
        <w:rPr>
          <w:b/>
        </w:rPr>
        <w:t>Cumin</w:t>
      </w:r>
    </w:p>
    <w:p w14:paraId="14689E10" w14:textId="77777777" w:rsidR="00852929"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0C8489A2" w14:textId="77777777" w:rsidR="00852929" w:rsidRDefault="00852929"/>
    <w:p w14:paraId="53A0B9B5" w14:textId="77777777" w:rsidR="00852929" w:rsidRDefault="00636C64">
      <w:pPr>
        <w:rPr>
          <w:i/>
        </w:rPr>
      </w:pPr>
      <w:r>
        <w:rPr>
          <w:noProof/>
        </w:rPr>
        <w:lastRenderedPageBreak/>
        <w:drawing>
          <wp:inline distT="0" distB="0" distL="0" distR="0" wp14:editId="7DE42B93">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80134E3" w14:textId="77777777" w:rsidR="00852929" w:rsidRDefault="00852929">
      <w:pPr>
        <w:rPr>
          <w:i/>
        </w:rPr>
      </w:pPr>
    </w:p>
    <w:p w14:paraId="4156C407" w14:textId="77777777" w:rsidR="00852929" w:rsidRDefault="00BE44ED">
      <w:pPr>
        <w:rPr>
          <w:i/>
        </w:rPr>
      </w:pPr>
      <w:r w:rsidRPr="009255E0">
        <w:rPr>
          <w:i/>
        </w:rPr>
        <w:t>About this spice</w:t>
      </w:r>
    </w:p>
    <w:p w14:paraId="38AB1909" w14:textId="77777777" w:rsidR="00852929"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16EC359B" w14:textId="77777777" w:rsidR="00852929" w:rsidRDefault="00852929"/>
    <w:p w14:paraId="7ED12BC9" w14:textId="77777777" w:rsidR="00852929" w:rsidRDefault="00BE44ED">
      <w:pPr>
        <w:rPr>
          <w:i/>
        </w:rPr>
      </w:pPr>
      <w:r w:rsidRPr="009255E0">
        <w:rPr>
          <w:i/>
        </w:rPr>
        <w:t>How to use this spice</w:t>
      </w:r>
    </w:p>
    <w:p w14:paraId="3989ABDD" w14:textId="77777777" w:rsidR="00852929"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71932236" w14:textId="77777777" w:rsidR="00852929" w:rsidRDefault="00852929"/>
    <w:p w14:paraId="34946528" w14:textId="77777777" w:rsidR="00852929" w:rsidRDefault="00BE44ED">
      <w:pPr>
        <w:pStyle w:val="NormalIndent"/>
        <w:numPr>
          <w:ilvl w:val="0"/>
          <w:numId w:val="5"/>
        </w:numPr>
      </w:pPr>
      <w:r>
        <w:t>curry powder</w:t>
      </w:r>
    </w:p>
    <w:p w14:paraId="3BF98CF8" w14:textId="77777777" w:rsidR="00852929" w:rsidRDefault="00BE44ED">
      <w:pPr>
        <w:pStyle w:val="NormalIndent"/>
        <w:numPr>
          <w:ilvl w:val="0"/>
          <w:numId w:val="5"/>
        </w:numPr>
      </w:pPr>
      <w:r>
        <w:t>chili powder</w:t>
      </w:r>
    </w:p>
    <w:p w14:paraId="6FA1CCF9" w14:textId="77777777" w:rsidR="00852929" w:rsidRDefault="00BE44ED">
      <w:pPr>
        <w:pStyle w:val="NormalIndent"/>
        <w:numPr>
          <w:ilvl w:val="0"/>
          <w:numId w:val="5"/>
        </w:numPr>
      </w:pPr>
      <w:r>
        <w:t>stews</w:t>
      </w:r>
    </w:p>
    <w:p w14:paraId="2D416638" w14:textId="77777777" w:rsidR="00852929" w:rsidRDefault="00BE44ED">
      <w:pPr>
        <w:pStyle w:val="NormalIndent"/>
        <w:numPr>
          <w:ilvl w:val="0"/>
          <w:numId w:val="5"/>
        </w:numPr>
      </w:pPr>
      <w:r>
        <w:t>rice</w:t>
      </w:r>
    </w:p>
    <w:p w14:paraId="40FB2C43" w14:textId="77777777" w:rsidR="00852929" w:rsidRDefault="00852929"/>
    <w:p w14:paraId="7EDDEFD6" w14:textId="77777777" w:rsidR="00852929" w:rsidRDefault="00BE44ED">
      <w:pPr>
        <w:rPr>
          <w:i/>
        </w:rPr>
      </w:pPr>
      <w:r w:rsidRPr="009255E0">
        <w:rPr>
          <w:i/>
        </w:rPr>
        <w:t>Spice trivia</w:t>
      </w:r>
    </w:p>
    <w:p w14:paraId="2346DB5B" w14:textId="77777777" w:rsidR="00852929"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7059FA36" w14:textId="77777777" w:rsidR="00852929" w:rsidRDefault="00852929"/>
    <w:p w14:paraId="46E0E6BF" w14:textId="77777777" w:rsidR="00852929" w:rsidRDefault="00BE44ED">
      <w:pPr>
        <w:rPr>
          <w:b/>
        </w:rPr>
      </w:pPr>
      <w:r w:rsidRPr="009255E0">
        <w:rPr>
          <w:b/>
        </w:rPr>
        <w:t>Nutmeg</w:t>
      </w:r>
    </w:p>
    <w:p w14:paraId="3D01146A" w14:textId="77777777" w:rsidR="00852929" w:rsidRDefault="00BE44ED">
      <w:r w:rsidRPr="00471DEF">
        <w:t>Scien</w:t>
      </w:r>
      <w:r>
        <w:t xml:space="preserve">tific name: </w:t>
      </w:r>
      <w:proofErr w:type="spellStart"/>
      <w:r>
        <w:t>Myristica</w:t>
      </w:r>
      <w:proofErr w:type="spellEnd"/>
      <w:r>
        <w:t xml:space="preserve"> </w:t>
      </w:r>
      <w:proofErr w:type="spellStart"/>
      <w:r>
        <w:t>fragrans</w:t>
      </w:r>
      <w:proofErr w:type="spellEnd"/>
    </w:p>
    <w:p w14:paraId="6D78F6FA" w14:textId="77777777" w:rsidR="00852929" w:rsidRDefault="00852929"/>
    <w:p w14:paraId="54A7D82B" w14:textId="77777777" w:rsidR="00852929" w:rsidRDefault="00636C64">
      <w:r>
        <w:rPr>
          <w:noProof/>
        </w:rPr>
        <w:drawing>
          <wp:inline distT="0" distB="0" distL="0" distR="0" wp14:editId="35688F01">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61CD37F" w14:textId="77777777" w:rsidR="00852929" w:rsidRDefault="00852929">
      <w:pPr>
        <w:rPr>
          <w:i/>
        </w:rPr>
      </w:pPr>
    </w:p>
    <w:p w14:paraId="5AEA7BDD" w14:textId="77777777" w:rsidR="00852929" w:rsidRDefault="00BE44ED">
      <w:pPr>
        <w:rPr>
          <w:i/>
        </w:rPr>
      </w:pPr>
      <w:r w:rsidRPr="009255E0">
        <w:rPr>
          <w:i/>
        </w:rPr>
        <w:t>About this spice</w:t>
      </w:r>
    </w:p>
    <w:p w14:paraId="709EA71F" w14:textId="77777777" w:rsidR="00852929"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117E484D" w14:textId="77777777" w:rsidR="00852929" w:rsidRDefault="00852929"/>
    <w:p w14:paraId="34A86526" w14:textId="77777777" w:rsidR="00852929" w:rsidRDefault="00BE44ED">
      <w:pPr>
        <w:rPr>
          <w:i/>
        </w:rPr>
      </w:pPr>
      <w:r w:rsidRPr="009255E0">
        <w:rPr>
          <w:i/>
        </w:rPr>
        <w:t>How to use this spice</w:t>
      </w:r>
    </w:p>
    <w:p w14:paraId="3B3D3EF8" w14:textId="77777777" w:rsidR="00852929" w:rsidRDefault="00BE44ED">
      <w:r w:rsidRPr="00471DEF">
        <w:lastRenderedPageBreak/>
        <w:t>You should buy nutmeg whole, since they lose their strength quickly once cut. When you need some for a recipe, use a cheese grater or a special nutmeg grater. Commonly used in sweet and savory dishes, you can use n</w:t>
      </w:r>
      <w:r>
        <w:t>utmeg to flavor the following:</w:t>
      </w:r>
    </w:p>
    <w:p w14:paraId="37A5739B" w14:textId="77777777" w:rsidR="00852929" w:rsidRDefault="00852929"/>
    <w:p w14:paraId="6150CE09" w14:textId="77777777" w:rsidR="00852929" w:rsidRDefault="00BE44ED">
      <w:pPr>
        <w:pStyle w:val="NormalIndent"/>
        <w:numPr>
          <w:ilvl w:val="0"/>
          <w:numId w:val="6"/>
        </w:numPr>
      </w:pPr>
      <w:r>
        <w:t>cakes</w:t>
      </w:r>
    </w:p>
    <w:p w14:paraId="73FD091B" w14:textId="77777777" w:rsidR="00852929" w:rsidRDefault="00BE44ED">
      <w:pPr>
        <w:pStyle w:val="NormalIndent"/>
        <w:numPr>
          <w:ilvl w:val="0"/>
          <w:numId w:val="6"/>
        </w:numPr>
      </w:pPr>
      <w:r>
        <w:t>sweet cream</w:t>
      </w:r>
    </w:p>
    <w:p w14:paraId="4D5348D8" w14:textId="77777777" w:rsidR="00852929" w:rsidRDefault="00BE44ED">
      <w:pPr>
        <w:pStyle w:val="NormalIndent"/>
        <w:numPr>
          <w:ilvl w:val="0"/>
          <w:numId w:val="6"/>
        </w:numPr>
      </w:pPr>
      <w:r>
        <w:t>milk puddings</w:t>
      </w:r>
    </w:p>
    <w:p w14:paraId="0F1E6003" w14:textId="77777777" w:rsidR="00852929" w:rsidRDefault="00BE44ED">
      <w:pPr>
        <w:pStyle w:val="NormalIndent"/>
        <w:numPr>
          <w:ilvl w:val="0"/>
          <w:numId w:val="6"/>
        </w:numPr>
      </w:pPr>
      <w:r>
        <w:t>soufflés</w:t>
      </w:r>
    </w:p>
    <w:p w14:paraId="1B5608E4" w14:textId="77777777" w:rsidR="00852929" w:rsidRDefault="00BE44ED">
      <w:pPr>
        <w:pStyle w:val="NormalIndent"/>
        <w:numPr>
          <w:ilvl w:val="0"/>
          <w:numId w:val="6"/>
        </w:numPr>
      </w:pPr>
      <w:r>
        <w:t>apple pie</w:t>
      </w:r>
    </w:p>
    <w:p w14:paraId="4E9FD657" w14:textId="77777777" w:rsidR="00852929" w:rsidRDefault="00BE44ED">
      <w:pPr>
        <w:pStyle w:val="NormalIndent"/>
        <w:numPr>
          <w:ilvl w:val="0"/>
          <w:numId w:val="6"/>
        </w:numPr>
      </w:pPr>
      <w:r>
        <w:t>stewed potatoes</w:t>
      </w:r>
    </w:p>
    <w:p w14:paraId="64EE9455" w14:textId="77777777" w:rsidR="00852929" w:rsidRDefault="00BE44ED">
      <w:pPr>
        <w:pStyle w:val="NormalIndent"/>
        <w:numPr>
          <w:ilvl w:val="0"/>
          <w:numId w:val="6"/>
        </w:numPr>
      </w:pPr>
      <w:r>
        <w:t>eggnog</w:t>
      </w:r>
    </w:p>
    <w:p w14:paraId="2FBD5AB8" w14:textId="77777777" w:rsidR="00852929" w:rsidRDefault="00852929"/>
    <w:p w14:paraId="0E4E1685" w14:textId="77777777" w:rsidR="00852929" w:rsidRDefault="00BE44ED">
      <w:pPr>
        <w:rPr>
          <w:i/>
        </w:rPr>
      </w:pPr>
      <w:r w:rsidRPr="009255E0">
        <w:rPr>
          <w:i/>
        </w:rPr>
        <w:t>Spice trivia</w:t>
      </w:r>
    </w:p>
    <w:p w14:paraId="64C29F57" w14:textId="77777777" w:rsidR="00852929"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1967C132" w14:textId="77777777" w:rsidR="00852929" w:rsidRDefault="00852929"/>
    <w:p w14:paraId="3C6B66EB" w14:textId="77777777" w:rsidR="00852929" w:rsidRDefault="00BE44ED">
      <w:pPr>
        <w:rPr>
          <w:b/>
        </w:rPr>
      </w:pPr>
      <w:r w:rsidRPr="009255E0">
        <w:rPr>
          <w:b/>
        </w:rPr>
        <w:t>Pepper</w:t>
      </w:r>
    </w:p>
    <w:p w14:paraId="7F581158" w14:textId="77777777" w:rsidR="00852929" w:rsidRDefault="00BE44ED">
      <w:r>
        <w:t xml:space="preserve">Scientific name: Piper </w:t>
      </w:r>
      <w:proofErr w:type="spellStart"/>
      <w:r>
        <w:t>nigrum</w:t>
      </w:r>
      <w:proofErr w:type="spellEnd"/>
    </w:p>
    <w:p w14:paraId="709E6436" w14:textId="77777777" w:rsidR="00852929" w:rsidRDefault="00852929"/>
    <w:p w14:paraId="07776694" w14:textId="77777777" w:rsidR="00852929" w:rsidRDefault="00636C64">
      <w:r>
        <w:rPr>
          <w:noProof/>
        </w:rPr>
        <w:drawing>
          <wp:inline distT="0" distB="0" distL="0" distR="0" wp14:editId="0742E2B9">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AA6F218" w14:textId="77777777" w:rsidR="00852929" w:rsidRDefault="00852929">
      <w:pPr>
        <w:rPr>
          <w:i/>
        </w:rPr>
      </w:pPr>
    </w:p>
    <w:p w14:paraId="41A22A48" w14:textId="77777777" w:rsidR="00852929" w:rsidRDefault="00BE44ED">
      <w:pPr>
        <w:rPr>
          <w:i/>
        </w:rPr>
      </w:pPr>
      <w:r w:rsidRPr="009255E0">
        <w:rPr>
          <w:i/>
        </w:rPr>
        <w:t>About this spice</w:t>
      </w:r>
    </w:p>
    <w:p w14:paraId="053CE267" w14:textId="77777777" w:rsidR="00852929" w:rsidRDefault="00BE44ED">
      <w:r w:rsidRPr="00471DEF">
        <w:t>In the wild, the pepper vine climbs abou</w:t>
      </w:r>
      <w:r w:rsidR="003B4F58">
        <w:t xml:space="preserve">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0BC63F85" w14:textId="77777777" w:rsidR="00852929" w:rsidRDefault="00852929"/>
    <w:p w14:paraId="4F7F8A56" w14:textId="77777777" w:rsidR="00852929" w:rsidRDefault="00BE44ED">
      <w:pPr>
        <w:rPr>
          <w:i/>
        </w:rPr>
      </w:pPr>
      <w:r w:rsidRPr="009255E0">
        <w:rPr>
          <w:i/>
        </w:rPr>
        <w:t>How to use this spice</w:t>
      </w:r>
    </w:p>
    <w:p w14:paraId="6AEAE7D8" w14:textId="77777777" w:rsidR="00852929"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50CD4B2B" w14:textId="77777777" w:rsidR="00852929" w:rsidRDefault="00852929"/>
    <w:p w14:paraId="6EC99AA4" w14:textId="77777777" w:rsidR="00852929" w:rsidRDefault="00BE44ED">
      <w:pPr>
        <w:rPr>
          <w:i/>
        </w:rPr>
      </w:pPr>
      <w:r w:rsidRPr="009255E0">
        <w:rPr>
          <w:i/>
        </w:rPr>
        <w:t>Spice trivia</w:t>
      </w:r>
    </w:p>
    <w:p w14:paraId="473E869B" w14:textId="77777777" w:rsidR="00852929"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w:t>
      </w:r>
      <w:r w:rsidRPr="00471DEF">
        <w:lastRenderedPageBreak/>
        <w:t>in the fact that whole peppercorns can last many years without losing their flavor and aroma. In addition to its historical value, pepper also has been used as a stim</w:t>
      </w:r>
      <w:r>
        <w:t>ulant and an aid to digestion.</w:t>
      </w:r>
    </w:p>
    <w:p w14:paraId="44BEBA0E" w14:textId="77777777" w:rsidR="00852929" w:rsidRDefault="00852929"/>
    <w:p w14:paraId="63F48B71" w14:textId="77777777" w:rsidR="00852929" w:rsidRDefault="00BE44ED">
      <w:pPr>
        <w:rPr>
          <w:b/>
        </w:rPr>
      </w:pPr>
      <w:r w:rsidRPr="009255E0">
        <w:rPr>
          <w:b/>
        </w:rPr>
        <w:t>Star anise</w:t>
      </w:r>
    </w:p>
    <w:p w14:paraId="37965E85" w14:textId="77777777" w:rsidR="00852929" w:rsidRDefault="00BE44ED">
      <w:r w:rsidRPr="00471DEF">
        <w:t xml:space="preserve">Scientific name: </w:t>
      </w:r>
      <w:proofErr w:type="spellStart"/>
      <w:r w:rsidRPr="00471DEF">
        <w:t>Illicium</w:t>
      </w:r>
      <w:proofErr w:type="spellEnd"/>
      <w:r w:rsidRPr="00471DEF">
        <w:t xml:space="preserve"> </w:t>
      </w:r>
      <w:proofErr w:type="spellStart"/>
      <w:r w:rsidRPr="00471DEF">
        <w:t>verum</w:t>
      </w:r>
      <w:proofErr w:type="spellEnd"/>
    </w:p>
    <w:p w14:paraId="1EB4E072" w14:textId="77777777" w:rsidR="00852929" w:rsidRDefault="00BE44ED">
      <w:r w:rsidRPr="00471DEF">
        <w:cr/>
      </w:r>
      <w:r w:rsidR="00636C64">
        <w:rPr>
          <w:noProof/>
        </w:rPr>
        <w:drawing>
          <wp:inline distT="0" distB="0" distL="0" distR="0" wp14:editId="2C008004">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C133DDF" w14:textId="77777777" w:rsidR="00852929" w:rsidRDefault="00852929">
      <w:pPr>
        <w:rPr>
          <w:i/>
        </w:rPr>
      </w:pPr>
    </w:p>
    <w:p w14:paraId="2939604A" w14:textId="77777777" w:rsidR="00852929" w:rsidRDefault="00BE44ED">
      <w:pPr>
        <w:rPr>
          <w:i/>
        </w:rPr>
      </w:pPr>
      <w:r w:rsidRPr="009255E0">
        <w:rPr>
          <w:i/>
        </w:rPr>
        <w:t>About this spice</w:t>
      </w:r>
    </w:p>
    <w:p w14:paraId="192FCD47" w14:textId="77777777" w:rsidR="00852929"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59E2E0D4" w14:textId="77777777" w:rsidR="00852929" w:rsidRDefault="00852929"/>
    <w:p w14:paraId="6FD7FC28" w14:textId="77777777" w:rsidR="00852929" w:rsidRDefault="00BE44ED">
      <w:pPr>
        <w:rPr>
          <w:i/>
        </w:rPr>
      </w:pPr>
      <w:r w:rsidRPr="009255E0">
        <w:rPr>
          <w:i/>
        </w:rPr>
        <w:t>How to use this spice</w:t>
      </w:r>
    </w:p>
    <w:p w14:paraId="4BF16DE3" w14:textId="77777777" w:rsidR="00852929"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081171EA" w14:textId="77777777" w:rsidR="00852929" w:rsidRDefault="00852929"/>
    <w:p w14:paraId="204BC652" w14:textId="77777777" w:rsidR="00852929" w:rsidRDefault="00BE44ED">
      <w:pPr>
        <w:pStyle w:val="NormalIndent"/>
        <w:numPr>
          <w:ilvl w:val="0"/>
          <w:numId w:val="8"/>
        </w:numPr>
      </w:pPr>
      <w:r>
        <w:t>meat and poultry</w:t>
      </w:r>
    </w:p>
    <w:p w14:paraId="160406FE" w14:textId="77777777" w:rsidR="00852929" w:rsidRDefault="00BE44ED">
      <w:pPr>
        <w:pStyle w:val="NormalIndent"/>
        <w:numPr>
          <w:ilvl w:val="0"/>
          <w:numId w:val="8"/>
        </w:numPr>
      </w:pPr>
      <w:r>
        <w:t>Chinese stocks and soups</w:t>
      </w:r>
    </w:p>
    <w:p w14:paraId="338CF187" w14:textId="77777777" w:rsidR="00852929" w:rsidRDefault="00BE44ED">
      <w:pPr>
        <w:pStyle w:val="NormalIndent"/>
        <w:numPr>
          <w:ilvl w:val="0"/>
          <w:numId w:val="8"/>
        </w:numPr>
      </w:pPr>
      <w:r>
        <w:t>fruit compotes</w:t>
      </w:r>
    </w:p>
    <w:p w14:paraId="411A84CF" w14:textId="77777777" w:rsidR="00852929" w:rsidRDefault="00BE44ED">
      <w:pPr>
        <w:pStyle w:val="NormalIndent"/>
        <w:numPr>
          <w:ilvl w:val="0"/>
          <w:numId w:val="8"/>
        </w:numPr>
      </w:pPr>
      <w:r>
        <w:t>jams</w:t>
      </w:r>
    </w:p>
    <w:p w14:paraId="3165DEF4" w14:textId="77777777" w:rsidR="00852929" w:rsidRDefault="00852929"/>
    <w:p w14:paraId="2C2703BE" w14:textId="77777777" w:rsidR="00852929" w:rsidRDefault="00BE44ED">
      <w:pPr>
        <w:rPr>
          <w:i/>
        </w:rPr>
      </w:pPr>
      <w:r w:rsidRPr="009255E0">
        <w:rPr>
          <w:i/>
        </w:rPr>
        <w:t>Spice trivia</w:t>
      </w:r>
    </w:p>
    <w:p w14:paraId="6FC76657" w14:textId="77777777" w:rsidR="00852929" w:rsidRDefault="00BE44ED">
      <w:r w:rsidRPr="00471DEF">
        <w:t xml:space="preserve">Recently, star anise has made the headlines as an ingredient of the drug </w:t>
      </w:r>
      <w:r w:rsidR="00BA7C82">
        <w:t>FluRid</w:t>
      </w:r>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4FADFB09" w14:textId="77777777" w:rsidR="00852929" w:rsidRDefault="00852929"/>
    <w:p w14:paraId="6084639B" w14:textId="77777777" w:rsidR="00852929" w:rsidRDefault="00BE44ED">
      <w:pPr>
        <w:rPr>
          <w:b/>
        </w:rPr>
      </w:pPr>
      <w:r>
        <w:rPr>
          <w:b/>
        </w:rPr>
        <w:t>Turmeric</w:t>
      </w:r>
    </w:p>
    <w:p w14:paraId="51EE1B42" w14:textId="77777777" w:rsidR="00852929" w:rsidRDefault="00BE44ED">
      <w:r w:rsidRPr="00471DEF">
        <w:t>Sci</w:t>
      </w:r>
      <w:r>
        <w:t xml:space="preserve">entific name: Curcuma </w:t>
      </w:r>
      <w:proofErr w:type="spellStart"/>
      <w:r>
        <w:t>domestica</w:t>
      </w:r>
      <w:proofErr w:type="spellEnd"/>
    </w:p>
    <w:p w14:paraId="369886AC" w14:textId="77777777" w:rsidR="00852929" w:rsidRDefault="00BE44ED">
      <w:r w:rsidRPr="00471DEF">
        <w:cr/>
      </w:r>
      <w:r w:rsidR="00636C64">
        <w:rPr>
          <w:noProof/>
        </w:rPr>
        <w:drawing>
          <wp:inline distT="0" distB="0" distL="0" distR="0" wp14:editId="2A3BE4C2">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4734A35" w14:textId="77777777" w:rsidR="00852929" w:rsidRDefault="00852929"/>
    <w:p w14:paraId="25F27EF0" w14:textId="77777777" w:rsidR="00852929" w:rsidRDefault="00BE44ED">
      <w:pPr>
        <w:rPr>
          <w:i/>
        </w:rPr>
      </w:pPr>
      <w:r w:rsidRPr="009255E0">
        <w:rPr>
          <w:i/>
        </w:rPr>
        <w:t>About this spice</w:t>
      </w:r>
    </w:p>
    <w:p w14:paraId="62FC930E" w14:textId="77777777" w:rsidR="00852929" w:rsidRDefault="00BE44ED">
      <w:r w:rsidRPr="00471DEF">
        <w:lastRenderedPageBreak/>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14:paraId="0EA26013" w14:textId="77777777" w:rsidR="00852929" w:rsidRDefault="00852929"/>
    <w:p w14:paraId="064C602B" w14:textId="77777777" w:rsidR="00852929" w:rsidRDefault="00BE44ED">
      <w:pPr>
        <w:rPr>
          <w:i/>
        </w:rPr>
      </w:pPr>
      <w:r w:rsidRPr="009255E0">
        <w:rPr>
          <w:i/>
        </w:rPr>
        <w:t>How to use this spice</w:t>
      </w:r>
    </w:p>
    <w:p w14:paraId="3B120BFE" w14:textId="77777777" w:rsidR="00852929"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3E62D5DB" w14:textId="77777777" w:rsidR="00852929" w:rsidRDefault="00852929"/>
    <w:p w14:paraId="70B31071" w14:textId="77777777" w:rsidR="00852929" w:rsidRDefault="00BE44ED">
      <w:pPr>
        <w:rPr>
          <w:i/>
        </w:rPr>
      </w:pPr>
      <w:r w:rsidRPr="009255E0">
        <w:rPr>
          <w:i/>
        </w:rPr>
        <w:t>Spice trivia</w:t>
      </w:r>
    </w:p>
    <w:p w14:paraId="208AAFBF" w14:textId="77777777" w:rsidR="00852929"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0384ED0F" w14:textId="77777777" w:rsidR="00852929" w:rsidRDefault="00852929"/>
    <w:p w14:paraId="1D87148B" w14:textId="77777777" w:rsidR="00852929" w:rsidRDefault="00BE44ED">
      <w:pPr>
        <w:rPr>
          <w:b/>
        </w:rPr>
      </w:pPr>
      <w:r>
        <w:br w:type="page"/>
      </w:r>
      <w:r w:rsidRPr="009255E0">
        <w:rPr>
          <w:b/>
        </w:rPr>
        <w:lastRenderedPageBreak/>
        <w:t>Spicy Buzzard Wings</w:t>
      </w:r>
    </w:p>
    <w:p w14:paraId="622BE5E5" w14:textId="77777777" w:rsidR="00852929" w:rsidRDefault="00BE44ED">
      <w:r w:rsidRPr="00471DEF">
        <w:t>Category: Appetizer</w:t>
      </w:r>
    </w:p>
    <w:p w14:paraId="491F7462" w14:textId="77777777" w:rsidR="00852929" w:rsidRDefault="00BE44ED">
      <w:r w:rsidRPr="00471DEF">
        <w:t>Yield: 6 servings</w:t>
      </w:r>
    </w:p>
    <w:p w14:paraId="56C0A68C" w14:textId="77777777" w:rsidR="00852929" w:rsidRDefault="00852929"/>
    <w:p w14:paraId="37C2259F" w14:textId="77777777" w:rsidR="00852929" w:rsidRDefault="00BE44ED">
      <w:r w:rsidRPr="00471DEF">
        <w:t>2 tbsp. paprika</w:t>
      </w:r>
    </w:p>
    <w:p w14:paraId="2E2A19A8" w14:textId="77777777" w:rsidR="00852929" w:rsidRDefault="00BE44ED">
      <w:r w:rsidRPr="00471DEF">
        <w:t>1 tbsp. caraway seeds, crushed</w:t>
      </w:r>
    </w:p>
    <w:p w14:paraId="20271428" w14:textId="77777777" w:rsidR="00852929" w:rsidRDefault="00BE44ED">
      <w:r w:rsidRPr="00471DEF">
        <w:t>1 tbsp. dried onion flakes, crushed</w:t>
      </w:r>
    </w:p>
    <w:p w14:paraId="163CF902" w14:textId="77777777" w:rsidR="00852929" w:rsidRDefault="00BE44ED">
      <w:r w:rsidRPr="00471DEF">
        <w:t>1 tbsp. dry mustard</w:t>
      </w:r>
    </w:p>
    <w:p w14:paraId="3C29773A" w14:textId="77777777" w:rsidR="00852929" w:rsidRDefault="00BE44ED">
      <w:r w:rsidRPr="00471DEF">
        <w:t xml:space="preserve">1 </w:t>
      </w:r>
      <w:r w:rsidR="00AB399E">
        <w:t xml:space="preserve">½ </w:t>
      </w:r>
      <w:r w:rsidRPr="00471DEF">
        <w:t>tsp. dried thyme leaves</w:t>
      </w:r>
    </w:p>
    <w:p w14:paraId="1DCFBA13" w14:textId="77777777" w:rsidR="00852929" w:rsidRDefault="00AB399E">
      <w:r>
        <w:t xml:space="preserve">1 ½ </w:t>
      </w:r>
      <w:r w:rsidR="00BE44ED" w:rsidRPr="00471DEF">
        <w:t>tsp. salt</w:t>
      </w:r>
    </w:p>
    <w:p w14:paraId="452221C0" w14:textId="77777777" w:rsidR="00852929" w:rsidRDefault="00AB399E">
      <w:r>
        <w:t xml:space="preserve">¾ </w:t>
      </w:r>
      <w:r w:rsidR="00BE44ED" w:rsidRPr="00471DEF">
        <w:t>tsp. ground red pepper</w:t>
      </w:r>
    </w:p>
    <w:p w14:paraId="49759B17" w14:textId="77777777" w:rsidR="00852929" w:rsidRDefault="00BE44ED">
      <w:r w:rsidRPr="00471DEF">
        <w:t>3 lb. chicken wings (about 18)</w:t>
      </w:r>
    </w:p>
    <w:p w14:paraId="3FCBA11D" w14:textId="77777777" w:rsidR="00852929" w:rsidRDefault="00852929"/>
    <w:p w14:paraId="01F0B4A0" w14:textId="77777777" w:rsidR="00852929" w:rsidRDefault="00BE44ED">
      <w:pPr>
        <w:pStyle w:val="NormalIndent"/>
        <w:numPr>
          <w:ilvl w:val="0"/>
          <w:numId w:val="9"/>
        </w:numPr>
      </w:pPr>
      <w:r w:rsidRPr="00471DEF">
        <w:t xml:space="preserve">Preheat oven to 425°. </w:t>
      </w:r>
    </w:p>
    <w:p w14:paraId="0A4DFE7F" w14:textId="77777777" w:rsidR="00852929"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14:paraId="6D291398" w14:textId="77777777" w:rsidR="00852929" w:rsidRDefault="00BE44ED">
      <w:pPr>
        <w:pStyle w:val="NormalIndent"/>
        <w:numPr>
          <w:ilvl w:val="0"/>
          <w:numId w:val="9"/>
        </w:numPr>
      </w:pPr>
      <w:r w:rsidRPr="00471DEF">
        <w:t>With hands, lightly pat paprika mixture on chicken wings.</w:t>
      </w:r>
    </w:p>
    <w:p w14:paraId="5BE1ADA9" w14:textId="77777777" w:rsidR="00852929" w:rsidRDefault="00BE44ED">
      <w:pPr>
        <w:pStyle w:val="NormalIndent"/>
        <w:numPr>
          <w:ilvl w:val="0"/>
          <w:numId w:val="9"/>
        </w:numPr>
      </w:pPr>
      <w:r w:rsidRPr="00471DEF">
        <w:t>Brush ch</w:t>
      </w:r>
      <w:r w:rsidR="00AB399E">
        <w:t>icken wings with Buzzard’s Best®</w:t>
      </w:r>
      <w:r w:rsidRPr="00471DEF">
        <w:t xml:space="preserve"> Hot Wing Sauce.</w:t>
      </w:r>
    </w:p>
    <w:p w14:paraId="7BD01C42" w14:textId="77777777" w:rsidR="00852929" w:rsidRDefault="00BE44ED">
      <w:pPr>
        <w:pStyle w:val="NormalIndent"/>
        <w:numPr>
          <w:ilvl w:val="0"/>
          <w:numId w:val="9"/>
        </w:numPr>
      </w:pPr>
      <w:r w:rsidRPr="00471DEF">
        <w:t xml:space="preserve">Place chicken wings in a large baking dish. </w:t>
      </w:r>
    </w:p>
    <w:p w14:paraId="79D91772" w14:textId="77777777" w:rsidR="00852929" w:rsidRDefault="00BE44ED">
      <w:pPr>
        <w:pStyle w:val="NormalIndent"/>
        <w:numPr>
          <w:ilvl w:val="0"/>
          <w:numId w:val="9"/>
        </w:numPr>
      </w:pPr>
      <w:r w:rsidRPr="00471DEF">
        <w:t xml:space="preserve">Bake 30 minutes or until chicken wings are fork-tender. </w:t>
      </w:r>
    </w:p>
    <w:p w14:paraId="186559D7" w14:textId="77777777" w:rsidR="00852929" w:rsidRDefault="00BE44ED">
      <w:pPr>
        <w:pStyle w:val="NormalIndent"/>
        <w:numPr>
          <w:ilvl w:val="0"/>
          <w:numId w:val="9"/>
        </w:numPr>
      </w:pPr>
      <w:r w:rsidRPr="00471DEF">
        <w:t>Place chicken wings on platter. Garnish with celery.</w:t>
      </w:r>
      <w:r w:rsidRPr="00471DEF">
        <w:cr/>
      </w:r>
    </w:p>
    <w:p w14:paraId="03345677" w14:textId="77777777" w:rsidR="00852929" w:rsidRDefault="00852929">
      <w:pPr>
        <w:rPr>
          <w:b/>
        </w:rPr>
      </w:pPr>
    </w:p>
    <w:p w14:paraId="09E5C00B" w14:textId="77777777" w:rsidR="00852929" w:rsidRDefault="00BE44ED">
      <w:pPr>
        <w:rPr>
          <w:b/>
        </w:rPr>
      </w:pPr>
      <w:smartTag w:uri="urn:schemas-microsoft-com:office:smarttags" w:element="place">
        <w:r w:rsidRPr="009255E0">
          <w:rPr>
            <w:b/>
          </w:rPr>
          <w:t>Montego Bay</w:t>
        </w:r>
      </w:smartTag>
      <w:r w:rsidRPr="009255E0">
        <w:rPr>
          <w:b/>
        </w:rPr>
        <w:t xml:space="preserve"> Jerk Chicken</w:t>
      </w:r>
    </w:p>
    <w:p w14:paraId="4E050AF0" w14:textId="77777777" w:rsidR="00852929" w:rsidRDefault="00BE44ED">
      <w:r w:rsidRPr="00471DEF">
        <w:t>Category: Main Dish</w:t>
      </w:r>
    </w:p>
    <w:p w14:paraId="328178B6" w14:textId="77777777" w:rsidR="00852929" w:rsidRDefault="00BE44ED">
      <w:r w:rsidRPr="00471DEF">
        <w:t>Yield: 4 servings</w:t>
      </w:r>
    </w:p>
    <w:p w14:paraId="2C00BF60" w14:textId="77777777" w:rsidR="00852929" w:rsidRDefault="00852929"/>
    <w:p w14:paraId="33BA96E0" w14:textId="77777777" w:rsidR="00852929" w:rsidRDefault="00BE44ED">
      <w:r w:rsidRPr="00471DEF">
        <w:t>2 tbsp. lemon juice</w:t>
      </w:r>
    </w:p>
    <w:p w14:paraId="183AD06A" w14:textId="77777777" w:rsidR="00852929" w:rsidRDefault="00BE44ED">
      <w:r w:rsidRPr="00471DEF">
        <w:t>2 tbsp. lime juice</w:t>
      </w:r>
    </w:p>
    <w:p w14:paraId="235A3F76" w14:textId="77777777" w:rsidR="00852929"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58415A3F" w14:textId="77777777" w:rsidR="00852929" w:rsidRDefault="003B4F58">
      <w:r>
        <w:t>1 j</w:t>
      </w:r>
      <w:r w:rsidR="00BE44ED" w:rsidRPr="00471DEF">
        <w:t>alapeno pepper, chopped</w:t>
      </w:r>
    </w:p>
    <w:p w14:paraId="5E300E8F" w14:textId="77777777" w:rsidR="00852929" w:rsidRDefault="00BE44ED">
      <w:r w:rsidRPr="00471DEF">
        <w:t>1 tsp. garlic, finely chopped</w:t>
      </w:r>
    </w:p>
    <w:p w14:paraId="74AB5E76" w14:textId="77777777" w:rsidR="00852929" w:rsidRDefault="00BE44ED">
      <w:r w:rsidRPr="00471DEF">
        <w:t xml:space="preserve">2 cubes instant chicken </w:t>
      </w:r>
      <w:r w:rsidR="004725D5" w:rsidRPr="00471DEF">
        <w:t>b</w:t>
      </w:r>
      <w:r w:rsidR="004725D5">
        <w:t>o</w:t>
      </w:r>
      <w:r w:rsidR="004725D5" w:rsidRPr="00471DEF">
        <w:t>uillon</w:t>
      </w:r>
    </w:p>
    <w:p w14:paraId="6D53BEE3" w14:textId="77777777" w:rsidR="00852929" w:rsidRDefault="00AB399E">
      <w:r>
        <w:t xml:space="preserve">½ </w:t>
      </w:r>
      <w:r w:rsidR="00BE44ED" w:rsidRPr="00471DEF">
        <w:t>tsp. ground cumin</w:t>
      </w:r>
    </w:p>
    <w:p w14:paraId="40CF0B91" w14:textId="77777777" w:rsidR="00852929" w:rsidRDefault="00AB399E">
      <w:r>
        <w:t xml:space="preserve">¼ </w:t>
      </w:r>
      <w:r w:rsidR="00BE44ED" w:rsidRPr="00471DEF">
        <w:t>tsp. dried thyme leaves</w:t>
      </w:r>
    </w:p>
    <w:p w14:paraId="61FB9250" w14:textId="77777777" w:rsidR="00852929" w:rsidRDefault="00BE44ED">
      <w:r w:rsidRPr="00471DEF">
        <w:t>1 lb. chicken breast halves</w:t>
      </w:r>
    </w:p>
    <w:p w14:paraId="0B2902B3" w14:textId="77777777" w:rsidR="00852929" w:rsidRDefault="00852929"/>
    <w:p w14:paraId="3F593544" w14:textId="77777777" w:rsidR="00852929" w:rsidRDefault="00BE44ED">
      <w:pPr>
        <w:pStyle w:val="NormalIndent"/>
        <w:numPr>
          <w:ilvl w:val="0"/>
          <w:numId w:val="10"/>
        </w:numPr>
      </w:pPr>
      <w:r w:rsidRPr="00471DEF">
        <w:t xml:space="preserve">In shallow baking dish, combine 3 tbsp. water and all ingredients, except chicken.  </w:t>
      </w:r>
    </w:p>
    <w:p w14:paraId="5C5D39EF" w14:textId="77777777" w:rsidR="00852929" w:rsidRDefault="00BE44ED">
      <w:pPr>
        <w:pStyle w:val="NormalIndent"/>
        <w:numPr>
          <w:ilvl w:val="0"/>
          <w:numId w:val="10"/>
        </w:numPr>
      </w:pPr>
      <w:r w:rsidRPr="00471DEF">
        <w:t>Add chicken, coating well with Island Pit® Jerk Marinade.</w:t>
      </w:r>
    </w:p>
    <w:p w14:paraId="7F84638E" w14:textId="77777777" w:rsidR="00852929" w:rsidRDefault="00BE44ED">
      <w:pPr>
        <w:pStyle w:val="NormalIndent"/>
        <w:numPr>
          <w:ilvl w:val="0"/>
          <w:numId w:val="10"/>
        </w:numPr>
      </w:pPr>
      <w:r w:rsidRPr="00471DEF">
        <w:t>Cover dish and marinate in refrigerator 4 hours or overnight.</w:t>
      </w:r>
    </w:p>
    <w:p w14:paraId="14EC47B5" w14:textId="77777777" w:rsidR="00852929" w:rsidRDefault="00BE44ED">
      <w:pPr>
        <w:pStyle w:val="NormalIndent"/>
        <w:numPr>
          <w:ilvl w:val="0"/>
          <w:numId w:val="10"/>
        </w:numPr>
      </w:pPr>
      <w:r w:rsidRPr="00471DEF">
        <w:t>Preheat grill or broiler.</w:t>
      </w:r>
    </w:p>
    <w:p w14:paraId="4787ADD1" w14:textId="77777777" w:rsidR="00852929" w:rsidRDefault="00BE44ED">
      <w:pPr>
        <w:pStyle w:val="NormalIndent"/>
        <w:numPr>
          <w:ilvl w:val="0"/>
          <w:numId w:val="10"/>
        </w:numPr>
      </w:pPr>
      <w:r w:rsidRPr="00471DEF">
        <w:t>Remove chicken from marinade.</w:t>
      </w:r>
    </w:p>
    <w:p w14:paraId="3B23F435" w14:textId="77777777" w:rsidR="00852929" w:rsidRDefault="00BE44ED">
      <w:pPr>
        <w:pStyle w:val="NormalIndent"/>
        <w:numPr>
          <w:ilvl w:val="0"/>
          <w:numId w:val="10"/>
        </w:numPr>
      </w:pPr>
      <w:r w:rsidRPr="00471DEF">
        <w:t>Pour marinade into small pan and bring to a boil.</w:t>
      </w:r>
    </w:p>
    <w:p w14:paraId="6D5C6174" w14:textId="77777777" w:rsidR="00852929" w:rsidRDefault="00BE44ED">
      <w:pPr>
        <w:pStyle w:val="NormalIndent"/>
        <w:numPr>
          <w:ilvl w:val="0"/>
          <w:numId w:val="10"/>
        </w:numPr>
      </w:pPr>
      <w:r w:rsidRPr="00471DEF">
        <w:t>Grill or broil chicken 15 to 20 minutes, basting frequently with marinade.</w:t>
      </w:r>
      <w:r w:rsidRPr="00471DEF">
        <w:cr/>
      </w:r>
    </w:p>
    <w:p w14:paraId="0C1394EE" w14:textId="77777777" w:rsidR="00852929" w:rsidRDefault="00852929">
      <w:pPr>
        <w:rPr>
          <w:b/>
        </w:rPr>
      </w:pPr>
    </w:p>
    <w:p w14:paraId="6645369D" w14:textId="77777777" w:rsidR="00852929" w:rsidRDefault="00BE44ED">
      <w:pPr>
        <w:rPr>
          <w:b/>
        </w:rPr>
      </w:pPr>
      <w:r w:rsidRPr="009255E0">
        <w:rPr>
          <w:b/>
        </w:rPr>
        <w:lastRenderedPageBreak/>
        <w:t xml:space="preserve">Big D Veggie </w:t>
      </w:r>
      <w:r w:rsidR="00790587">
        <w:rPr>
          <w:b/>
        </w:rPr>
        <w:t>Chili</w:t>
      </w:r>
    </w:p>
    <w:p w14:paraId="084D222B" w14:textId="77777777" w:rsidR="00852929" w:rsidRDefault="00BE44ED">
      <w:r w:rsidRPr="00471DEF">
        <w:t>Category: Soups and Stews</w:t>
      </w:r>
    </w:p>
    <w:p w14:paraId="12248C23" w14:textId="77777777" w:rsidR="00852929" w:rsidRDefault="00BE44ED">
      <w:r w:rsidRPr="00471DEF">
        <w:t>Yield: 8 servings</w:t>
      </w:r>
    </w:p>
    <w:p w14:paraId="1F20DD41" w14:textId="77777777" w:rsidR="00852929" w:rsidRDefault="00852929"/>
    <w:p w14:paraId="4AD4C57A" w14:textId="77777777" w:rsidR="00852929" w:rsidRDefault="00BE44ED">
      <w:r w:rsidRPr="00471DEF">
        <w:t xml:space="preserve">1 can kidney beans </w:t>
      </w:r>
    </w:p>
    <w:p w14:paraId="5FA8C25E" w14:textId="77777777" w:rsidR="00852929" w:rsidRDefault="00BE44ED">
      <w:r w:rsidRPr="00471DEF">
        <w:t xml:space="preserve">1 can white beans </w:t>
      </w:r>
    </w:p>
    <w:p w14:paraId="68358350" w14:textId="77777777" w:rsidR="00852929" w:rsidRDefault="00BE44ED">
      <w:r w:rsidRPr="00471DEF">
        <w:t xml:space="preserve">1 can black beans </w:t>
      </w:r>
    </w:p>
    <w:p w14:paraId="67FB74DE" w14:textId="77777777" w:rsidR="00852929" w:rsidRDefault="00BE44ED">
      <w:r w:rsidRPr="00471DEF">
        <w:t xml:space="preserve">1 can black eyed peas </w:t>
      </w:r>
    </w:p>
    <w:p w14:paraId="34BF5C90" w14:textId="77777777" w:rsidR="00852929" w:rsidRDefault="00BE44ED">
      <w:r w:rsidRPr="00471DEF">
        <w:t>1 can pinto beans</w:t>
      </w:r>
    </w:p>
    <w:p w14:paraId="2C4EDA14" w14:textId="77777777" w:rsidR="00852929" w:rsidRDefault="00BE44ED">
      <w:r w:rsidRPr="00471DEF">
        <w:t xml:space="preserve">2 cans chopped stewed tomatoes </w:t>
      </w:r>
    </w:p>
    <w:p w14:paraId="6810FBF8" w14:textId="77777777" w:rsidR="00852929" w:rsidRDefault="00BE44ED">
      <w:r w:rsidRPr="00471DEF">
        <w:t>1 Vidalia onion, chopped</w:t>
      </w:r>
    </w:p>
    <w:p w14:paraId="6E9F369A" w14:textId="77777777" w:rsidR="00852929" w:rsidRDefault="00BE44ED">
      <w:r w:rsidRPr="00471DEF">
        <w:t>1 red pepper, chopped</w:t>
      </w:r>
    </w:p>
    <w:p w14:paraId="6CFEA628" w14:textId="77777777" w:rsidR="00852929" w:rsidRDefault="00BE44ED">
      <w:r w:rsidRPr="00471DEF">
        <w:t xml:space="preserve">2 cups vegetable broth </w:t>
      </w:r>
    </w:p>
    <w:p w14:paraId="0039423F" w14:textId="77777777" w:rsidR="00852929" w:rsidRDefault="00BE44ED">
      <w:r w:rsidRPr="00471DEF">
        <w:t>1 cup salsa</w:t>
      </w:r>
    </w:p>
    <w:p w14:paraId="2FAF2C27" w14:textId="77777777" w:rsidR="00852929" w:rsidRDefault="00BE44ED">
      <w:r w:rsidRPr="00471DEF">
        <w:t xml:space="preserve">1 tsp. Outlander® cumin </w:t>
      </w:r>
    </w:p>
    <w:p w14:paraId="6E3D8FA9" w14:textId="77777777" w:rsidR="00852929" w:rsidRDefault="00BE44ED">
      <w:r w:rsidRPr="00471DEF">
        <w:t xml:space="preserve">1 tsp. Outlander® chili powder </w:t>
      </w:r>
    </w:p>
    <w:p w14:paraId="4ABD3729" w14:textId="77777777" w:rsidR="00852929" w:rsidRDefault="00BE44ED">
      <w:r w:rsidRPr="00471DEF">
        <w:t xml:space="preserve">1 tsp. basil </w:t>
      </w:r>
    </w:p>
    <w:p w14:paraId="57FA07F8" w14:textId="77777777" w:rsidR="00852929" w:rsidRDefault="00136608">
      <w:r>
        <w:t>S</w:t>
      </w:r>
      <w:r w:rsidR="00BE44ED" w:rsidRPr="00471DEF">
        <w:t xml:space="preserve">alt to taste </w:t>
      </w:r>
    </w:p>
    <w:p w14:paraId="2E109A66" w14:textId="77777777" w:rsidR="00852929" w:rsidRDefault="00852929"/>
    <w:p w14:paraId="4E0004B5" w14:textId="77777777" w:rsidR="00852929" w:rsidRDefault="00BE44ED">
      <w:pPr>
        <w:pStyle w:val="NormalIndent"/>
        <w:numPr>
          <w:ilvl w:val="0"/>
          <w:numId w:val="11"/>
        </w:numPr>
      </w:pPr>
      <w:r w:rsidRPr="00471DEF">
        <w:t>Put all ingredients into a pot and simmer on low heat for 3 hours.</w:t>
      </w:r>
    </w:p>
    <w:p w14:paraId="71C182CB" w14:textId="77777777" w:rsidR="00852929" w:rsidRDefault="00852929"/>
    <w:p w14:paraId="27C3AD4B" w14:textId="77777777" w:rsidR="00852929" w:rsidRDefault="00852929">
      <w:pPr>
        <w:rPr>
          <w:b/>
        </w:rPr>
      </w:pPr>
    </w:p>
    <w:p w14:paraId="18DBE05A" w14:textId="77777777" w:rsidR="00852929" w:rsidRDefault="00BE44ED">
      <w:pPr>
        <w:rPr>
          <w:b/>
        </w:rPr>
      </w:pPr>
      <w:r w:rsidRPr="009255E0">
        <w:rPr>
          <w:b/>
        </w:rPr>
        <w:t xml:space="preserve">Crème </w:t>
      </w:r>
      <w:proofErr w:type="spellStart"/>
      <w:r w:rsidR="003B4F58">
        <w:rPr>
          <w:b/>
        </w:rPr>
        <w:t>Brûlée</w:t>
      </w:r>
      <w:proofErr w:type="spellEnd"/>
    </w:p>
    <w:p w14:paraId="463AA8D3" w14:textId="77777777" w:rsidR="00852929" w:rsidRDefault="00BE44ED">
      <w:r w:rsidRPr="00471DEF">
        <w:t>Category: Desserts</w:t>
      </w:r>
    </w:p>
    <w:p w14:paraId="536B6F1B" w14:textId="77777777" w:rsidR="00852929" w:rsidRDefault="00BE44ED">
      <w:r w:rsidRPr="00471DEF">
        <w:t>Yield: 12 servings</w:t>
      </w:r>
    </w:p>
    <w:p w14:paraId="5B925173" w14:textId="77777777" w:rsidR="00852929" w:rsidRDefault="00852929"/>
    <w:p w14:paraId="174B7F2C" w14:textId="77777777" w:rsidR="00852929" w:rsidRDefault="009F7DAD">
      <w:r>
        <w:t xml:space="preserve">4 ¼ </w:t>
      </w:r>
      <w:r w:rsidR="00BE44ED" w:rsidRPr="00471DEF">
        <w:t>cups heavy cream</w:t>
      </w:r>
    </w:p>
    <w:p w14:paraId="465A7F05" w14:textId="77777777" w:rsidR="00852929" w:rsidRDefault="00BE44ED">
      <w:r w:rsidRPr="00471DEF">
        <w:t>2 cups half and half</w:t>
      </w:r>
    </w:p>
    <w:p w14:paraId="18C7B9F6" w14:textId="77777777" w:rsidR="00852929" w:rsidRDefault="00BE44ED">
      <w:r w:rsidRPr="00471DEF">
        <w:t>1 cup granulated sugar</w:t>
      </w:r>
    </w:p>
    <w:p w14:paraId="4135CF5C" w14:textId="77777777" w:rsidR="00852929" w:rsidRDefault="00BE44ED">
      <w:r w:rsidRPr="00471DEF">
        <w:t>1 tsp. Outlander® vanilla</w:t>
      </w:r>
    </w:p>
    <w:p w14:paraId="4860D0B7" w14:textId="77777777" w:rsidR="00852929" w:rsidRDefault="00BE44ED">
      <w:r w:rsidRPr="00471DEF">
        <w:t>12 egg yolks</w:t>
      </w:r>
    </w:p>
    <w:p w14:paraId="4533E395" w14:textId="77777777" w:rsidR="00852929" w:rsidRDefault="00852929"/>
    <w:p w14:paraId="72AEA291" w14:textId="77777777" w:rsidR="00852929"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14:paraId="309F93E8" w14:textId="77777777" w:rsidR="00852929" w:rsidRDefault="00BE44ED">
      <w:pPr>
        <w:pStyle w:val="NormalIndent"/>
        <w:numPr>
          <w:ilvl w:val="0"/>
          <w:numId w:val="12"/>
        </w:numPr>
      </w:pPr>
      <w:r w:rsidRPr="00471DEF">
        <w:t>Separate egg yolks into a large bowl and slowly whisk the warm cream mixture into th</w:t>
      </w:r>
      <w:r w:rsidR="002920BA">
        <w:t xml:space="preserve">e eggs. </w:t>
      </w:r>
    </w:p>
    <w:p w14:paraId="74F9EF3D" w14:textId="77777777" w:rsidR="00852929" w:rsidRDefault="00BE44ED">
      <w:pPr>
        <w:pStyle w:val="NormalIndent"/>
        <w:numPr>
          <w:ilvl w:val="0"/>
          <w:numId w:val="12"/>
        </w:numPr>
      </w:pPr>
      <w:r w:rsidRPr="00471DEF">
        <w:t>Strain t</w:t>
      </w:r>
      <w:r w:rsidR="002920BA">
        <w:t>hrough a sieve and refrigerate.</w:t>
      </w:r>
    </w:p>
    <w:p w14:paraId="335BEDB3" w14:textId="77777777" w:rsidR="00852929" w:rsidRDefault="00BE44ED">
      <w:pPr>
        <w:pStyle w:val="NormalIndent"/>
        <w:numPr>
          <w:ilvl w:val="0"/>
          <w:numId w:val="12"/>
        </w:numPr>
      </w:pPr>
      <w:r w:rsidRPr="00471DEF">
        <w:t>Pour the custard into baking ramekins, and pla</w:t>
      </w:r>
      <w:r w:rsidR="002920BA">
        <w:t>ce in a large, flat baking pan.</w:t>
      </w:r>
    </w:p>
    <w:p w14:paraId="68BAAD4A" w14:textId="77777777" w:rsidR="00852929" w:rsidRDefault="00BE44ED">
      <w:pPr>
        <w:pStyle w:val="NormalIndent"/>
        <w:numPr>
          <w:ilvl w:val="0"/>
          <w:numId w:val="12"/>
        </w:numPr>
      </w:pPr>
      <w:r w:rsidRPr="00471DEF">
        <w:t>Fill the baking pan with hot water until the level covers t</w:t>
      </w:r>
      <w:r w:rsidR="002920BA">
        <w:t>he bottom half of the ramekins.</w:t>
      </w:r>
    </w:p>
    <w:p w14:paraId="5C96D1BD" w14:textId="77777777" w:rsidR="00852929" w:rsidRDefault="00BE44ED">
      <w:pPr>
        <w:pStyle w:val="NormalIndent"/>
        <w:numPr>
          <w:ilvl w:val="0"/>
          <w:numId w:val="12"/>
        </w:numPr>
      </w:pPr>
      <w:r w:rsidRPr="00471DEF">
        <w:t>Cover the pan with foil and place in a</w:t>
      </w:r>
      <w:r w:rsidR="002920BA">
        <w:t xml:space="preserve"> pre-heated 325° oven.</w:t>
      </w:r>
    </w:p>
    <w:p w14:paraId="20F9220B" w14:textId="77777777" w:rsidR="00852929" w:rsidRDefault="00BE44ED">
      <w:pPr>
        <w:pStyle w:val="NormalIndent"/>
        <w:numPr>
          <w:ilvl w:val="0"/>
          <w:numId w:val="12"/>
        </w:numPr>
      </w:pPr>
      <w:r w:rsidRPr="00471DEF">
        <w:t>Bake approximately 50 minutes, or until the to</w:t>
      </w:r>
      <w:r w:rsidR="002920BA">
        <w:t>p is smooth and free of liquid.</w:t>
      </w:r>
    </w:p>
    <w:p w14:paraId="109BC66F" w14:textId="77777777" w:rsidR="00852929" w:rsidRDefault="00BE44ED">
      <w:pPr>
        <w:pStyle w:val="NormalIndent"/>
        <w:numPr>
          <w:ilvl w:val="0"/>
          <w:numId w:val="12"/>
        </w:numPr>
      </w:pPr>
      <w:r w:rsidRPr="00471DEF">
        <w:t xml:space="preserve">Cool </w:t>
      </w:r>
      <w:r w:rsidR="002920BA">
        <w:t xml:space="preserve">in refrigerator for two hours. </w:t>
      </w:r>
    </w:p>
    <w:p w14:paraId="431839E9" w14:textId="77777777" w:rsidR="00852929" w:rsidRDefault="00BE44ED">
      <w:pPr>
        <w:pStyle w:val="NormalIndent"/>
        <w:numPr>
          <w:ilvl w:val="0"/>
          <w:numId w:val="12"/>
        </w:numPr>
      </w:pPr>
      <w:r w:rsidRPr="00471DEF">
        <w:t xml:space="preserve">Sprinkle 1 tablespoon of granulated sugar as evenly as possible over the </w:t>
      </w:r>
      <w:proofErr w:type="spellStart"/>
      <w:r w:rsidR="003B4F58">
        <w:t>b</w:t>
      </w:r>
      <w:r w:rsidR="003B4F58" w:rsidRPr="003B4F58">
        <w:t>rûlée</w:t>
      </w:r>
      <w:proofErr w:type="spellEnd"/>
      <w:r w:rsidRPr="00471DEF">
        <w:t xml:space="preserve"> and immediately </w:t>
      </w:r>
      <w:r>
        <w:t>caramelize with a blow</w:t>
      </w:r>
      <w:r w:rsidR="002920BA">
        <w:t xml:space="preserve"> torch.</w:t>
      </w:r>
    </w:p>
    <w:p w14:paraId="13727238" w14:textId="77777777" w:rsidR="00852929" w:rsidRDefault="00BE44ED">
      <w:r>
        <w:lastRenderedPageBreak/>
        <w:cr/>
      </w:r>
    </w:p>
    <w:p w14:paraId="28948844" w14:textId="77777777" w:rsidR="00852929" w:rsidRDefault="00BE44ED">
      <w:pPr>
        <w:rPr>
          <w:b/>
        </w:rPr>
      </w:pPr>
      <w:r w:rsidRPr="009255E0">
        <w:rPr>
          <w:b/>
        </w:rPr>
        <w:t>Wasabi Pork Tenderloin</w:t>
      </w:r>
    </w:p>
    <w:p w14:paraId="653C5BD6" w14:textId="77777777" w:rsidR="00852929" w:rsidRDefault="002920BA">
      <w:r>
        <w:t>Category: Main Dishes</w:t>
      </w:r>
    </w:p>
    <w:p w14:paraId="579C175A" w14:textId="77777777" w:rsidR="00852929" w:rsidRDefault="002920BA">
      <w:r>
        <w:t>Yield: 6 servings</w:t>
      </w:r>
    </w:p>
    <w:p w14:paraId="1A38C624" w14:textId="77777777" w:rsidR="00852929" w:rsidRDefault="00852929"/>
    <w:p w14:paraId="0F1622E1" w14:textId="77777777" w:rsidR="00852929" w:rsidRDefault="009F7DAD">
      <w:r>
        <w:t xml:space="preserve">¼ </w:t>
      </w:r>
      <w:r w:rsidR="00BE44ED" w:rsidRPr="00471DEF">
        <w:t xml:space="preserve">cup </w:t>
      </w:r>
      <w:r w:rsidR="002920BA">
        <w:t>Outlander® Wasabi Basting Sauce</w:t>
      </w:r>
    </w:p>
    <w:p w14:paraId="5F44D65F" w14:textId="77777777" w:rsidR="00852929" w:rsidRDefault="009F7DAD">
      <w:r>
        <w:t xml:space="preserve">¼ </w:t>
      </w:r>
      <w:r w:rsidR="002920BA">
        <w:t>cup soy sauce</w:t>
      </w:r>
    </w:p>
    <w:p w14:paraId="6EE0E309" w14:textId="77777777" w:rsidR="00852929" w:rsidRDefault="002920BA">
      <w:r>
        <w:t>2 large cloves garlic, chopped</w:t>
      </w:r>
    </w:p>
    <w:p w14:paraId="4472B905" w14:textId="77777777" w:rsidR="00852929"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0030CC43" w14:textId="77777777" w:rsidR="00852929" w:rsidRDefault="009F7DAD">
      <w:r>
        <w:t xml:space="preserve">½ </w:t>
      </w:r>
      <w:r w:rsidR="002920BA">
        <w:t>tsp. ground ginger</w:t>
      </w:r>
    </w:p>
    <w:p w14:paraId="6B18D8D7" w14:textId="77777777" w:rsidR="00852929" w:rsidRDefault="002920BA">
      <w:r>
        <w:t>2 tsp. Worcestershire sauce</w:t>
      </w:r>
    </w:p>
    <w:p w14:paraId="33439A48" w14:textId="77777777" w:rsidR="00852929" w:rsidRDefault="009F7DAD">
      <w:r>
        <w:t xml:space="preserve">¼ </w:t>
      </w:r>
      <w:r w:rsidR="002920BA">
        <w:t>cup vegetable oil</w:t>
      </w:r>
    </w:p>
    <w:p w14:paraId="43828CDB" w14:textId="77777777" w:rsidR="00852929" w:rsidRDefault="00BE44ED">
      <w:r w:rsidRPr="00471DEF">
        <w:t>2 pork tende</w:t>
      </w:r>
      <w:r w:rsidR="009F7DAD">
        <w:t xml:space="preserve">rloins, about 1 ½ </w:t>
      </w:r>
      <w:r w:rsidR="002920BA">
        <w:t>to 2 pounds</w:t>
      </w:r>
    </w:p>
    <w:p w14:paraId="02627917" w14:textId="77777777" w:rsidR="00852929" w:rsidRDefault="00852929"/>
    <w:p w14:paraId="16CC1E6E" w14:textId="77777777" w:rsidR="00852929" w:rsidRDefault="00BE44ED">
      <w:pPr>
        <w:pStyle w:val="NormalIndent"/>
        <w:numPr>
          <w:ilvl w:val="0"/>
          <w:numId w:val="13"/>
        </w:numPr>
      </w:pPr>
      <w:r w:rsidRPr="00471DEF">
        <w:t>Combine Wasabi basting sauce, soy sauce, garlic, mustard, ginger, Worcestershire sauce</w:t>
      </w:r>
      <w:r w:rsidR="002920BA">
        <w:t>, and oil, mixing until smooth.</w:t>
      </w:r>
    </w:p>
    <w:p w14:paraId="2FB828D9" w14:textId="77777777" w:rsidR="00852929" w:rsidRDefault="00BE44ED">
      <w:pPr>
        <w:pStyle w:val="NormalIndent"/>
        <w:numPr>
          <w:ilvl w:val="0"/>
          <w:numId w:val="13"/>
        </w:numPr>
      </w:pPr>
      <w:r w:rsidRPr="00471DEF">
        <w:t>Place tenderloin and marinade in a food storage bag, and place in ref</w:t>
      </w:r>
      <w:r w:rsidR="002920BA">
        <w:t>rigerator for at least 4 hours.</w:t>
      </w:r>
    </w:p>
    <w:p w14:paraId="4703D0DE" w14:textId="77777777" w:rsidR="00852929"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14:paraId="7870ABC9" w14:textId="77777777" w:rsidR="00852929" w:rsidRDefault="009F7DAD">
      <w:pPr>
        <w:pStyle w:val="NormalIndent"/>
        <w:numPr>
          <w:ilvl w:val="0"/>
          <w:numId w:val="13"/>
        </w:numPr>
      </w:pPr>
      <w:r>
        <w:t>Slice in ½-</w:t>
      </w:r>
      <w:r w:rsidR="00BE44ED" w:rsidRPr="00471DEF">
        <w:t>inch thick slices to serve.</w:t>
      </w:r>
    </w:p>
    <w:p w14:paraId="157B47BE" w14:textId="77777777" w:rsidR="00852929" w:rsidRDefault="00852929"/>
    <w:sectPr w:rsidR="00852929" w:rsidSect="00043A35">
      <w:headerReference w:type="default" r:id="rId17"/>
      <w:foot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4CA7F" w14:textId="77777777" w:rsidR="00B411BA" w:rsidRDefault="00B411BA">
      <w:r>
        <w:separator/>
      </w:r>
    </w:p>
    <w:p w14:paraId="0B696CE4" w14:textId="77777777" w:rsidR="00B411BA" w:rsidRDefault="00B411BA"/>
    <w:p w14:paraId="668318F4" w14:textId="77777777" w:rsidR="00B411BA" w:rsidRDefault="00B411BA"/>
    <w:p w14:paraId="4E613656" w14:textId="77777777" w:rsidR="00B411BA" w:rsidRDefault="00B411BA"/>
    <w:p w14:paraId="026E5817" w14:textId="77777777" w:rsidR="00B411BA" w:rsidRDefault="00B411BA"/>
    <w:p w14:paraId="5E360B79" w14:textId="77777777" w:rsidR="00B411BA" w:rsidRDefault="00B411BA"/>
    <w:p w14:paraId="5A6305BD" w14:textId="77777777" w:rsidR="00B411BA" w:rsidRDefault="00B411BA"/>
    <w:p w14:paraId="23DFF9E8" w14:textId="77777777" w:rsidR="00B411BA" w:rsidRDefault="00B411BA"/>
    <w:p w14:paraId="6282EF61" w14:textId="77777777" w:rsidR="00B411BA" w:rsidRDefault="00B411BA"/>
    <w:p w14:paraId="54263B9F" w14:textId="77777777" w:rsidR="00B411BA" w:rsidRDefault="00B411BA"/>
    <w:p w14:paraId="59CA255E" w14:textId="77777777" w:rsidR="00B411BA" w:rsidRDefault="00B411BA"/>
    <w:p w14:paraId="3B08627D" w14:textId="77777777" w:rsidR="00B411BA" w:rsidRDefault="00B411BA"/>
    <w:p w14:paraId="4BB718FF" w14:textId="77777777" w:rsidR="00B411BA" w:rsidRDefault="00B411BA"/>
    <w:p w14:paraId="4A46C255" w14:textId="77777777" w:rsidR="00B411BA" w:rsidRDefault="00B411BA"/>
    <w:p w14:paraId="179A0C9A" w14:textId="77777777" w:rsidR="00B411BA" w:rsidRDefault="00B411BA"/>
    <w:p w14:paraId="0BE21BA2" w14:textId="77777777" w:rsidR="00B411BA" w:rsidRDefault="00B411BA"/>
    <w:p w14:paraId="7C4AC55A" w14:textId="77777777" w:rsidR="00B411BA" w:rsidRDefault="00B411BA"/>
    <w:p w14:paraId="5B82140A" w14:textId="77777777" w:rsidR="00B411BA" w:rsidRDefault="00B411BA"/>
    <w:p w14:paraId="2847B7B3" w14:textId="77777777" w:rsidR="00B411BA" w:rsidRDefault="00B411BA"/>
    <w:p w14:paraId="625F0F5D" w14:textId="77777777" w:rsidR="00B411BA" w:rsidRDefault="00B411BA"/>
    <w:p w14:paraId="73DD4B9B" w14:textId="77777777" w:rsidR="00B411BA" w:rsidRDefault="00B411BA"/>
  </w:endnote>
  <w:endnote w:type="continuationSeparator" w:id="0">
    <w:p w14:paraId="26AE00C8" w14:textId="77777777" w:rsidR="00B411BA" w:rsidRDefault="00B411BA">
      <w:r>
        <w:continuationSeparator/>
      </w:r>
    </w:p>
    <w:p w14:paraId="7C60D304" w14:textId="77777777" w:rsidR="00B411BA" w:rsidRDefault="00B411BA"/>
    <w:p w14:paraId="298C42E8" w14:textId="77777777" w:rsidR="00B411BA" w:rsidRDefault="00B411BA"/>
    <w:p w14:paraId="04EF7AE7" w14:textId="77777777" w:rsidR="00B411BA" w:rsidRDefault="00B411BA"/>
    <w:p w14:paraId="724AA15E" w14:textId="77777777" w:rsidR="00B411BA" w:rsidRDefault="00B411BA"/>
    <w:p w14:paraId="341D8EDB" w14:textId="77777777" w:rsidR="00B411BA" w:rsidRDefault="00B411BA"/>
    <w:p w14:paraId="6CFE3D33" w14:textId="77777777" w:rsidR="00B411BA" w:rsidRDefault="00B411BA"/>
    <w:p w14:paraId="707EBEF7" w14:textId="77777777" w:rsidR="00B411BA" w:rsidRDefault="00B411BA"/>
    <w:p w14:paraId="49710A3B" w14:textId="77777777" w:rsidR="00B411BA" w:rsidRDefault="00B411BA"/>
    <w:p w14:paraId="10A2670F" w14:textId="77777777" w:rsidR="00B411BA" w:rsidRDefault="00B411BA"/>
    <w:p w14:paraId="415853F6" w14:textId="77777777" w:rsidR="00B411BA" w:rsidRDefault="00B411BA"/>
    <w:p w14:paraId="7499CFF8" w14:textId="77777777" w:rsidR="00B411BA" w:rsidRDefault="00B411BA"/>
    <w:p w14:paraId="4BCC417F" w14:textId="77777777" w:rsidR="00B411BA" w:rsidRDefault="00B411BA"/>
    <w:p w14:paraId="75F98E42" w14:textId="77777777" w:rsidR="00B411BA" w:rsidRDefault="00B411BA"/>
    <w:p w14:paraId="01D3741D" w14:textId="77777777" w:rsidR="00B411BA" w:rsidRDefault="00B411BA"/>
    <w:p w14:paraId="281A3303" w14:textId="77777777" w:rsidR="00B411BA" w:rsidRDefault="00B411BA"/>
    <w:p w14:paraId="1023AF98" w14:textId="77777777" w:rsidR="00B411BA" w:rsidRDefault="00B411BA"/>
    <w:p w14:paraId="441418DC" w14:textId="77777777" w:rsidR="00B411BA" w:rsidRDefault="00B411BA"/>
    <w:p w14:paraId="520A8411" w14:textId="77777777" w:rsidR="00B411BA" w:rsidRDefault="00B411BA"/>
    <w:p w14:paraId="78795956" w14:textId="77777777" w:rsidR="00B411BA" w:rsidRDefault="00B411BA"/>
    <w:p w14:paraId="62653E4A" w14:textId="77777777" w:rsidR="00B411BA" w:rsidRDefault="00B411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C687E" w14:textId="77777777" w:rsidR="00852929" w:rsidRDefault="008529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A0411A" w14:textId="77777777" w:rsidR="00B411BA" w:rsidRDefault="00B411BA">
      <w:r>
        <w:separator/>
      </w:r>
    </w:p>
    <w:p w14:paraId="25EE50BF" w14:textId="77777777" w:rsidR="00B411BA" w:rsidRDefault="00B411BA"/>
    <w:p w14:paraId="429C821C" w14:textId="77777777" w:rsidR="00B411BA" w:rsidRDefault="00B411BA"/>
    <w:p w14:paraId="09383408" w14:textId="77777777" w:rsidR="00B411BA" w:rsidRDefault="00B411BA"/>
    <w:p w14:paraId="4C30D1CD" w14:textId="77777777" w:rsidR="00B411BA" w:rsidRDefault="00B411BA"/>
    <w:p w14:paraId="07ED7679" w14:textId="77777777" w:rsidR="00B411BA" w:rsidRDefault="00B411BA"/>
    <w:p w14:paraId="3BE6C0FF" w14:textId="77777777" w:rsidR="00B411BA" w:rsidRDefault="00B411BA"/>
    <w:p w14:paraId="1E86C397" w14:textId="77777777" w:rsidR="00B411BA" w:rsidRDefault="00B411BA"/>
    <w:p w14:paraId="330A403D" w14:textId="77777777" w:rsidR="00B411BA" w:rsidRDefault="00B411BA"/>
    <w:p w14:paraId="2B4F2978" w14:textId="77777777" w:rsidR="00B411BA" w:rsidRDefault="00B411BA"/>
    <w:p w14:paraId="16F6BB1C" w14:textId="77777777" w:rsidR="00B411BA" w:rsidRDefault="00B411BA"/>
    <w:p w14:paraId="1274E4D6" w14:textId="77777777" w:rsidR="00B411BA" w:rsidRDefault="00B411BA"/>
    <w:p w14:paraId="297B9A0B" w14:textId="77777777" w:rsidR="00B411BA" w:rsidRDefault="00B411BA"/>
    <w:p w14:paraId="05D16999" w14:textId="77777777" w:rsidR="00B411BA" w:rsidRDefault="00B411BA"/>
    <w:p w14:paraId="4DCCBEA4" w14:textId="77777777" w:rsidR="00B411BA" w:rsidRDefault="00B411BA"/>
    <w:p w14:paraId="42BA6BED" w14:textId="77777777" w:rsidR="00B411BA" w:rsidRDefault="00B411BA"/>
    <w:p w14:paraId="04CB2E7B" w14:textId="77777777" w:rsidR="00B411BA" w:rsidRDefault="00B411BA"/>
    <w:p w14:paraId="01C2CDD3" w14:textId="77777777" w:rsidR="00B411BA" w:rsidRDefault="00B411BA"/>
    <w:p w14:paraId="295EC06A" w14:textId="77777777" w:rsidR="00B411BA" w:rsidRDefault="00B411BA"/>
    <w:p w14:paraId="33087528" w14:textId="77777777" w:rsidR="00B411BA" w:rsidRDefault="00B411BA"/>
    <w:p w14:paraId="6683576C" w14:textId="77777777" w:rsidR="00B411BA" w:rsidRDefault="00B411BA"/>
  </w:footnote>
  <w:footnote w:type="continuationSeparator" w:id="0">
    <w:p w14:paraId="21AB1A4F" w14:textId="77777777" w:rsidR="00B411BA" w:rsidRDefault="00B411BA">
      <w:r>
        <w:continuationSeparator/>
      </w:r>
    </w:p>
    <w:p w14:paraId="3C1D0D2F" w14:textId="77777777" w:rsidR="00B411BA" w:rsidRDefault="00B411BA"/>
    <w:p w14:paraId="418F9EAA" w14:textId="77777777" w:rsidR="00B411BA" w:rsidRDefault="00B411BA"/>
    <w:p w14:paraId="3DC6AA63" w14:textId="77777777" w:rsidR="00B411BA" w:rsidRDefault="00B411BA"/>
    <w:p w14:paraId="09836E83" w14:textId="77777777" w:rsidR="00B411BA" w:rsidRDefault="00B411BA"/>
    <w:p w14:paraId="12334334" w14:textId="77777777" w:rsidR="00B411BA" w:rsidRDefault="00B411BA"/>
    <w:p w14:paraId="53A5CA6D" w14:textId="77777777" w:rsidR="00B411BA" w:rsidRDefault="00B411BA"/>
    <w:p w14:paraId="1A539BB4" w14:textId="77777777" w:rsidR="00B411BA" w:rsidRDefault="00B411BA"/>
    <w:p w14:paraId="148915A5" w14:textId="77777777" w:rsidR="00B411BA" w:rsidRDefault="00B411BA"/>
    <w:p w14:paraId="6A1018D4" w14:textId="77777777" w:rsidR="00B411BA" w:rsidRDefault="00B411BA"/>
    <w:p w14:paraId="06957E92" w14:textId="77777777" w:rsidR="00B411BA" w:rsidRDefault="00B411BA"/>
    <w:p w14:paraId="30255CB0" w14:textId="77777777" w:rsidR="00B411BA" w:rsidRDefault="00B411BA"/>
    <w:p w14:paraId="2461A7E0" w14:textId="77777777" w:rsidR="00B411BA" w:rsidRDefault="00B411BA"/>
    <w:p w14:paraId="51721158" w14:textId="77777777" w:rsidR="00B411BA" w:rsidRDefault="00B411BA"/>
    <w:p w14:paraId="20103610" w14:textId="77777777" w:rsidR="00B411BA" w:rsidRDefault="00B411BA"/>
    <w:p w14:paraId="28F6B62B" w14:textId="77777777" w:rsidR="00B411BA" w:rsidRDefault="00B411BA"/>
    <w:p w14:paraId="1BB7457F" w14:textId="77777777" w:rsidR="00B411BA" w:rsidRDefault="00B411BA"/>
    <w:p w14:paraId="60F1E39D" w14:textId="77777777" w:rsidR="00B411BA" w:rsidRDefault="00B411BA"/>
    <w:p w14:paraId="3AB5ED01" w14:textId="77777777" w:rsidR="00B411BA" w:rsidRDefault="00B411BA"/>
    <w:p w14:paraId="70521993" w14:textId="77777777" w:rsidR="00B411BA" w:rsidRDefault="00B411BA"/>
    <w:p w14:paraId="18AC10EB" w14:textId="77777777" w:rsidR="00B411BA" w:rsidRDefault="00B411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592F4" w14:textId="77777777" w:rsidR="00852929" w:rsidRDefault="008529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43A35"/>
    <w:rsid w:val="00044DEE"/>
    <w:rsid w:val="00076A8A"/>
    <w:rsid w:val="000A32C8"/>
    <w:rsid w:val="000B1BDB"/>
    <w:rsid w:val="000D0976"/>
    <w:rsid w:val="000D733C"/>
    <w:rsid w:val="00136608"/>
    <w:rsid w:val="0014447E"/>
    <w:rsid w:val="00180BB0"/>
    <w:rsid w:val="001B5765"/>
    <w:rsid w:val="001B5CC9"/>
    <w:rsid w:val="001C6D2C"/>
    <w:rsid w:val="001E6564"/>
    <w:rsid w:val="0020789E"/>
    <w:rsid w:val="0021024A"/>
    <w:rsid w:val="002208AB"/>
    <w:rsid w:val="00221711"/>
    <w:rsid w:val="0022789F"/>
    <w:rsid w:val="00227E88"/>
    <w:rsid w:val="00247E9C"/>
    <w:rsid w:val="00253049"/>
    <w:rsid w:val="002655C7"/>
    <w:rsid w:val="00282842"/>
    <w:rsid w:val="002920BA"/>
    <w:rsid w:val="002B6971"/>
    <w:rsid w:val="002F1183"/>
    <w:rsid w:val="003015C0"/>
    <w:rsid w:val="00305BD0"/>
    <w:rsid w:val="00321D10"/>
    <w:rsid w:val="00327D31"/>
    <w:rsid w:val="00331218"/>
    <w:rsid w:val="0033408A"/>
    <w:rsid w:val="00374525"/>
    <w:rsid w:val="003B1343"/>
    <w:rsid w:val="003B4F58"/>
    <w:rsid w:val="003C5652"/>
    <w:rsid w:val="003F50AF"/>
    <w:rsid w:val="00423BD0"/>
    <w:rsid w:val="00442166"/>
    <w:rsid w:val="00471DEF"/>
    <w:rsid w:val="004725D5"/>
    <w:rsid w:val="00483FF3"/>
    <w:rsid w:val="00484D4C"/>
    <w:rsid w:val="004B27EF"/>
    <w:rsid w:val="004F2771"/>
    <w:rsid w:val="005078D0"/>
    <w:rsid w:val="0051485D"/>
    <w:rsid w:val="00533535"/>
    <w:rsid w:val="00556AC2"/>
    <w:rsid w:val="00575BD3"/>
    <w:rsid w:val="00590CAC"/>
    <w:rsid w:val="00590EAC"/>
    <w:rsid w:val="005D127D"/>
    <w:rsid w:val="005D7574"/>
    <w:rsid w:val="00603515"/>
    <w:rsid w:val="00622F34"/>
    <w:rsid w:val="00636C64"/>
    <w:rsid w:val="00652385"/>
    <w:rsid w:val="006705B1"/>
    <w:rsid w:val="006A1ED4"/>
    <w:rsid w:val="006D6ADD"/>
    <w:rsid w:val="006E075E"/>
    <w:rsid w:val="006E486B"/>
    <w:rsid w:val="0076095E"/>
    <w:rsid w:val="007842D1"/>
    <w:rsid w:val="00790587"/>
    <w:rsid w:val="00797D52"/>
    <w:rsid w:val="007E44EE"/>
    <w:rsid w:val="007E494A"/>
    <w:rsid w:val="007E697C"/>
    <w:rsid w:val="0082020B"/>
    <w:rsid w:val="008315DD"/>
    <w:rsid w:val="00831F04"/>
    <w:rsid w:val="0083535D"/>
    <w:rsid w:val="00852199"/>
    <w:rsid w:val="00852929"/>
    <w:rsid w:val="00862EDD"/>
    <w:rsid w:val="00891F7F"/>
    <w:rsid w:val="008A33A5"/>
    <w:rsid w:val="008F7F6F"/>
    <w:rsid w:val="00901A56"/>
    <w:rsid w:val="009102A7"/>
    <w:rsid w:val="00923AAE"/>
    <w:rsid w:val="009255E0"/>
    <w:rsid w:val="00926048"/>
    <w:rsid w:val="00932658"/>
    <w:rsid w:val="0094669D"/>
    <w:rsid w:val="00947E1B"/>
    <w:rsid w:val="00947E6B"/>
    <w:rsid w:val="00965302"/>
    <w:rsid w:val="00980948"/>
    <w:rsid w:val="00983B9D"/>
    <w:rsid w:val="00984DC6"/>
    <w:rsid w:val="00996954"/>
    <w:rsid w:val="009C0EF2"/>
    <w:rsid w:val="009D5E7C"/>
    <w:rsid w:val="009E16DB"/>
    <w:rsid w:val="009E2C1B"/>
    <w:rsid w:val="009F7DAD"/>
    <w:rsid w:val="00A038D3"/>
    <w:rsid w:val="00A31CB7"/>
    <w:rsid w:val="00A56E7C"/>
    <w:rsid w:val="00A65F1D"/>
    <w:rsid w:val="00A719CE"/>
    <w:rsid w:val="00AA6183"/>
    <w:rsid w:val="00AA7994"/>
    <w:rsid w:val="00AB399E"/>
    <w:rsid w:val="00B0762F"/>
    <w:rsid w:val="00B245E6"/>
    <w:rsid w:val="00B411BA"/>
    <w:rsid w:val="00B44480"/>
    <w:rsid w:val="00B74230"/>
    <w:rsid w:val="00B77AF4"/>
    <w:rsid w:val="00B81E60"/>
    <w:rsid w:val="00B83F56"/>
    <w:rsid w:val="00BA0606"/>
    <w:rsid w:val="00BA7C82"/>
    <w:rsid w:val="00BB3994"/>
    <w:rsid w:val="00BC4C81"/>
    <w:rsid w:val="00BD4A73"/>
    <w:rsid w:val="00BE16FC"/>
    <w:rsid w:val="00BE44ED"/>
    <w:rsid w:val="00C02A40"/>
    <w:rsid w:val="00C07BD5"/>
    <w:rsid w:val="00C344D5"/>
    <w:rsid w:val="00C36843"/>
    <w:rsid w:val="00C8110F"/>
    <w:rsid w:val="00C92E50"/>
    <w:rsid w:val="00C92E79"/>
    <w:rsid w:val="00CC4ACB"/>
    <w:rsid w:val="00D612B5"/>
    <w:rsid w:val="00D83FD9"/>
    <w:rsid w:val="00D84568"/>
    <w:rsid w:val="00DC3217"/>
    <w:rsid w:val="00DF0C19"/>
    <w:rsid w:val="00DF2A4D"/>
    <w:rsid w:val="00DF7468"/>
    <w:rsid w:val="00E134B2"/>
    <w:rsid w:val="00E144CF"/>
    <w:rsid w:val="00E17BE2"/>
    <w:rsid w:val="00E30C30"/>
    <w:rsid w:val="00E31AA7"/>
    <w:rsid w:val="00E51DAA"/>
    <w:rsid w:val="00E53C0C"/>
    <w:rsid w:val="00E5771A"/>
    <w:rsid w:val="00E74FCB"/>
    <w:rsid w:val="00E82979"/>
    <w:rsid w:val="00E91644"/>
    <w:rsid w:val="00EB317F"/>
    <w:rsid w:val="00F4779C"/>
    <w:rsid w:val="00F619F2"/>
    <w:rsid w:val="00F83DA8"/>
    <w:rsid w:val="00F94C71"/>
    <w:rsid w:val="00FD38A9"/>
    <w:rsid w:val="00FD567D"/>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3BAAC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2730</Words>
  <Characters>15563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Cookbook1</dc:title>
  <cp:lastModifiedBy>Student</cp:lastModifiedBy>
  <cp:revision>2</cp:revision>
  <dcterms:created xsi:type="dcterms:W3CDTF">2010-01-22T20:23:00Z</dcterms:created>
  <dcterms:modified xsi:type="dcterms:W3CDTF">2010-01-22T20:23:00Z</dcterms:modified>
</cp:coreProperties>
</file>